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17" w:rsidRDefault="00403517" w:rsidP="00F65D3E">
      <w:pPr>
        <w:widowControl/>
        <w:shd w:val="clear" w:color="auto" w:fill="F0F0F0"/>
        <w:spacing w:line="525" w:lineRule="atLeast"/>
        <w:jc w:val="center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2016</w:t>
      </w:r>
      <w:r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年湖南如法考试热点试题答案</w:t>
      </w:r>
    </w:p>
    <w:p w:rsidR="00403517" w:rsidRPr="00215162" w:rsidRDefault="00403517" w:rsidP="00215162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、城镇国有土地使用权期满而不申请续期，则（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）由国家无偿取得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215162" w:rsidRDefault="00403517" w:rsidP="00215162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20.25pt">
            <v:imagedata r:id="rId7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、土地使用权</w:t>
      </w:r>
    </w:p>
    <w:p w:rsidR="00403517" w:rsidRPr="00215162" w:rsidRDefault="00403517" w:rsidP="00215162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26" type="#_x0000_t75" style="width:20.25pt;height:20.25pt">
            <v:imagedata r:id="rId7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、其地上建筑物</w:t>
      </w:r>
    </w:p>
    <w:p w:rsidR="00403517" w:rsidRPr="00215162" w:rsidRDefault="00403517" w:rsidP="00215162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27" type="#_x0000_t75" style="width:20.25pt;height:20.25pt">
            <v:imagedata r:id="rId7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、其他附着物</w:t>
      </w:r>
    </w:p>
    <w:p w:rsidR="00403517" w:rsidRPr="00215162" w:rsidRDefault="00403517" w:rsidP="00215162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28" type="#_x0000_t75" style="width:20.25pt;height:20.25pt">
            <v:imagedata r:id="rId8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、土地所有权</w: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 </w:t>
      </w:r>
    </w:p>
    <w:p w:rsidR="00403517" w:rsidRPr="00215162" w:rsidRDefault="00403517" w:rsidP="00215162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5162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5162" w:rsidRDefault="00403517" w:rsidP="00215162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、土地使用权出让合同约定的使用年限届满，土地使用者需要继续使用土地的（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5162" w:rsidRDefault="00403517" w:rsidP="00215162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29" type="#_x0000_t75" style="width:20.25pt;height:20.25pt">
            <v:imagedata r:id="rId9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、应当至迟于届满前一年申请续期</w:t>
      </w:r>
    </w:p>
    <w:p w:rsidR="00403517" w:rsidRPr="00215162" w:rsidRDefault="00403517" w:rsidP="00215162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0" type="#_x0000_t75" style="width:20.25pt;height:20.25pt">
            <v:imagedata r:id="rId10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、经批准准予续期的，免交土地使用权出让金</w:t>
      </w:r>
    </w:p>
    <w:p w:rsidR="00403517" w:rsidRPr="00215162" w:rsidRDefault="00403517" w:rsidP="00215162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1" type="#_x0000_t75" style="width:20.25pt;height:20.25pt">
            <v:imagedata r:id="rId10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、土地使用权使用年限届满未申请续期，由国家续回</w:t>
      </w:r>
    </w:p>
    <w:p w:rsidR="00403517" w:rsidRPr="00215162" w:rsidRDefault="00403517" w:rsidP="00215162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2" type="#_x0000_t75" style="width:20.25pt;height:20.25pt">
            <v:imagedata r:id="rId10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、应当至迟于届满前半年申请续期</w:t>
      </w:r>
    </w:p>
    <w:p w:rsidR="00403517" w:rsidRPr="00215162" w:rsidRDefault="00403517" w:rsidP="00215162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5162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5162" w:rsidRDefault="00403517" w:rsidP="00215162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、关于土地使用权期间届满后的续期（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215162" w:rsidRDefault="00403517" w:rsidP="00215162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3" type="#_x0000_t75" style="width:20.25pt;height:20.25pt">
            <v:imagedata r:id="rId7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、该土地上的房屋及其他不动产的归属，有约定的，按照约定</w:t>
      </w:r>
    </w:p>
    <w:p w:rsidR="00403517" w:rsidRPr="00215162" w:rsidRDefault="00403517" w:rsidP="00215162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4" type="#_x0000_t75" style="width:20.25pt;height:20.25pt">
            <v:imagedata r:id="rId7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、没有约定或者约定不明确的，依照法律、行政法规的规定办理</w:t>
      </w:r>
    </w:p>
    <w:p w:rsidR="00403517" w:rsidRPr="00215162" w:rsidRDefault="00403517" w:rsidP="00215162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5" type="#_x0000_t75" style="width:20.25pt;height:20.25pt">
            <v:imagedata r:id="rId8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、法律、行政法规规定不明的，不能续期</w:t>
      </w:r>
    </w:p>
    <w:p w:rsidR="00403517" w:rsidRPr="00215162" w:rsidRDefault="00403517" w:rsidP="00215162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6" type="#_x0000_t75" style="width:20.25pt;height:20.25pt">
            <v:imagedata r:id="rId8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、约定不明的，土地上的房屋收归国有</w:t>
      </w:r>
    </w:p>
    <w:p w:rsidR="00403517" w:rsidRPr="00215162" w:rsidRDefault="00403517" w:rsidP="00215162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5162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5162" w:rsidRDefault="00403517" w:rsidP="00215162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4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、根据民法通则和物权法的规定，公民个人对（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）物权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5162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215162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215162" w:rsidRDefault="00403517" w:rsidP="00215162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7" type="#_x0000_t75" style="width:20.25pt;height:20.25pt">
            <v:imagedata r:id="rId7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、合法的收入</w:t>
      </w:r>
    </w:p>
    <w:p w:rsidR="00403517" w:rsidRPr="00215162" w:rsidRDefault="00403517" w:rsidP="00215162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8" type="#_x0000_t75" style="width:20.25pt;height:20.25pt">
            <v:imagedata r:id="rId7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、房屋、生活用品</w:t>
      </w:r>
    </w:p>
    <w:p w:rsidR="00403517" w:rsidRPr="00215162" w:rsidRDefault="00403517" w:rsidP="00215162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39" type="#_x0000_t75" style="width:20.25pt;height:20.25pt">
            <v:imagedata r:id="rId7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、生产工具</w:t>
      </w:r>
    </w:p>
    <w:p w:rsidR="00403517" w:rsidRPr="00215162" w:rsidRDefault="00403517" w:rsidP="00215162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0" type="#_x0000_t75" style="width:20.25pt;height:20.25pt">
            <v:imagedata r:id="rId7" o:title=""/>
          </v:shape>
        </w:pict>
      </w:r>
      <w:r w:rsidRPr="00215162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5162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、原材料</w:t>
      </w:r>
    </w:p>
    <w:p w:rsidR="00403517" w:rsidRPr="00215162" w:rsidRDefault="00403517" w:rsidP="00215162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5162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E27EFC" w:rsidRDefault="00403517" w:rsidP="00E27EF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、对于（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）等滥用职权或者玩忽职守行为，处三年以下有期徒刑或者拘役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E27EFC" w:rsidRDefault="00403517" w:rsidP="00E27EF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1" type="#_x0000_t75" style="width:20.25pt;height:20.25pt">
            <v:imagedata r:id="rId9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、致使公共财产、国家和人民利益遭受重大损失的</w:t>
      </w:r>
    </w:p>
    <w:p w:rsidR="00403517" w:rsidRPr="00E27EFC" w:rsidRDefault="00403517" w:rsidP="00E27EF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2" type="#_x0000_t75" style="width:20.25pt;height:20.25pt">
            <v:imagedata r:id="rId10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、致使公共财产、国家和人民利益遭受较大损失的</w:t>
      </w:r>
    </w:p>
    <w:p w:rsidR="00403517" w:rsidRPr="00E27EFC" w:rsidRDefault="00403517" w:rsidP="00E27EF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3" type="#_x0000_t75" style="width:20.25pt;height:20.25pt">
            <v:imagedata r:id="rId10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、致使公共财产、国家和人民利益遭受严重损失的</w:t>
      </w:r>
    </w:p>
    <w:p w:rsidR="00403517" w:rsidRPr="00E27EFC" w:rsidRDefault="00403517" w:rsidP="00E27EFC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4" type="#_x0000_t75" style="width:20.25pt;height:20.25pt">
            <v:imagedata r:id="rId10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、致使公共财产、国家和人民利益遭受巨大损失的</w:t>
      </w:r>
    </w:p>
    <w:p w:rsidR="00403517" w:rsidRPr="00E27EFC" w:rsidRDefault="00403517" w:rsidP="00E27EFC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E27EFC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E27EFC" w:rsidRDefault="00403517" w:rsidP="00E27EF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、人民警察对违法犯罪的嫌疑人员，经盘问、检查，有（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）情形之一的，可以将其带至公安机关，继续盘问。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E27EFC" w:rsidRDefault="00403517" w:rsidP="00E27EF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5" type="#_x0000_t75" style="width:20.25pt;height:20.25pt">
            <v:imagedata r:id="rId7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、被指控有犯罪行为的</w:t>
      </w:r>
    </w:p>
    <w:p w:rsidR="00403517" w:rsidRPr="00E27EFC" w:rsidRDefault="00403517" w:rsidP="00E27EF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6" type="#_x0000_t75" style="width:20.25pt;height:20.25pt">
            <v:imagedata r:id="rId7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、有现场作案嫌疑的</w:t>
      </w:r>
    </w:p>
    <w:p w:rsidR="00403517" w:rsidRPr="00E27EFC" w:rsidRDefault="00403517" w:rsidP="00E27EF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7" type="#_x0000_t75" style="width:20.25pt;height:20.25pt">
            <v:imagedata r:id="rId7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、有作案嫌疑身份不明的</w:t>
      </w:r>
    </w:p>
    <w:p w:rsidR="00403517" w:rsidRPr="00E27EFC" w:rsidRDefault="00403517" w:rsidP="00E27EFC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8" type="#_x0000_t75" style="width:20.25pt;height:20.25pt">
            <v:imagedata r:id="rId7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、携带的物品有可能是赃物的</w:t>
      </w:r>
    </w:p>
    <w:p w:rsidR="00403517" w:rsidRPr="00E27EFC" w:rsidRDefault="00403517" w:rsidP="00E27EFC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E27EFC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E27EFC" w:rsidRDefault="00403517" w:rsidP="00E27EF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、人民警察依法执行（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）任务，遇有违法犯罪分子可能脱逃、行凶或者有其他危险行为的，可以使用约束性警械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E27EFC" w:rsidRDefault="00403517" w:rsidP="00E27EFC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49" type="#_x0000_t75" style="width:20.25pt;height:20.25pt">
            <v:imagedata r:id="rId7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、抓获违法犯罪分子或者犯罪重大嫌疑人</w:t>
      </w:r>
    </w:p>
    <w:p w:rsidR="00403517" w:rsidRPr="00E27EFC" w:rsidRDefault="00403517" w:rsidP="00E27EFC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0" type="#_x0000_t75" style="width:20.25pt;height:20.25pt">
            <v:imagedata r:id="rId7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、执行逮捕、拘留</w:t>
      </w:r>
    </w:p>
    <w:p w:rsidR="00403517" w:rsidRPr="00E27EFC" w:rsidRDefault="00403517" w:rsidP="00E27EFC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1" type="#_x0000_t75" style="width:20.25pt;height:20.25pt">
            <v:imagedata r:id="rId8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、部门规章规定可以使用警械的其他情形</w:t>
      </w:r>
    </w:p>
    <w:p w:rsidR="00403517" w:rsidRPr="00E27EFC" w:rsidRDefault="00403517" w:rsidP="00E27EFC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2" type="#_x0000_t75" style="width:20.25pt;height:20.25pt">
            <v:imagedata r:id="rId8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、执法警察认为有必要的</w: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 </w:t>
      </w:r>
    </w:p>
    <w:p w:rsidR="00403517" w:rsidRPr="00E27EFC" w:rsidRDefault="00403517" w:rsidP="00E27EFC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E27EFC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E27EFC" w:rsidRDefault="00403517" w:rsidP="00E27EF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4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、国家机关工作人员滥用职权或者玩忽职守，具有（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）之一的，应当认定为致使公共财产、国家和人民利益遭受重大损失。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E27EF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E27EF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E27EFC" w:rsidRDefault="00403517" w:rsidP="00E27EFC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3" type="#_x0000_t75" style="width:20.25pt;height:20.25pt">
            <v:imagedata r:id="rId7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、造成死亡</w: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人以上，或者重伤</w: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人以上</w: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 </w:t>
      </w:r>
    </w:p>
    <w:p w:rsidR="00403517" w:rsidRPr="00E27EFC" w:rsidRDefault="00403517" w:rsidP="00E27EFC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4" type="#_x0000_t75" style="width:20.25pt;height:20.25pt">
            <v:imagedata r:id="rId7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、造成经济损失</w: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30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万元以上的</w:t>
      </w:r>
    </w:p>
    <w:p w:rsidR="00403517" w:rsidRPr="00E27EFC" w:rsidRDefault="00403517" w:rsidP="00E27EFC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5" type="#_x0000_t75" style="width:20.25pt;height:20.25pt">
            <v:imagedata r:id="rId7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、造成恶劣社会影响的</w:t>
      </w:r>
    </w:p>
    <w:p w:rsidR="00403517" w:rsidRPr="00E27EFC" w:rsidRDefault="00403517" w:rsidP="00E27EFC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6" type="#_x0000_t75" style="width:20.25pt;height:20.25pt">
            <v:imagedata r:id="rId8" o:title=""/>
          </v:shape>
        </w:pict>
      </w:r>
      <w:r w:rsidRPr="00E27EF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E27EF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、其他致使公私财产、国家和人民利益遭受损失的情形</w:t>
      </w:r>
    </w:p>
    <w:p w:rsidR="00403517" w:rsidRPr="002A39BE" w:rsidRDefault="00403517" w:rsidP="002A39B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A39B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、办理结婚登记的当事人有</w:t>
      </w: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-----</w:t>
      </w:r>
      <w:r w:rsidRPr="002A39B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情形之一的，婚姻登记机关不予登记</w:t>
      </w: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A39B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2A39BE" w:rsidRDefault="00403517" w:rsidP="002A39BE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7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、未到法定结婚年龄的</w:t>
      </w:r>
    </w:p>
    <w:p w:rsidR="00403517" w:rsidRPr="002A39BE" w:rsidRDefault="00403517" w:rsidP="002A39BE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8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、非双方自愿的</w:t>
      </w:r>
    </w:p>
    <w:p w:rsidR="00403517" w:rsidRPr="002A39BE" w:rsidRDefault="00403517" w:rsidP="002A39BE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59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、一方或者双方已有配偶的</w:t>
      </w:r>
    </w:p>
    <w:p w:rsidR="00403517" w:rsidRPr="002A39BE" w:rsidRDefault="00403517" w:rsidP="002A39BE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0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、属于直系血亲或者三代以内旁系血亲的</w:t>
      </w:r>
    </w:p>
    <w:p w:rsidR="00403517" w:rsidRPr="002A39BE" w:rsidRDefault="00403517" w:rsidP="002A39BE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A39BE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A39BE" w:rsidRDefault="00403517" w:rsidP="002A39B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2A39B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、登记结婚要求</w:t>
      </w: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A39B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A39BE" w:rsidRDefault="00403517" w:rsidP="002A39BE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1" type="#_x0000_t75" style="width:20.25pt;height:20.25pt">
            <v:imagedata r:id="rId9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、结婚的男女双方必须亲自到婚姻登记机关进行结婚登记</w:t>
      </w:r>
    </w:p>
    <w:p w:rsidR="00403517" w:rsidRPr="002A39BE" w:rsidRDefault="00403517" w:rsidP="002A39BE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2" type="#_x0000_t75" style="width:20.25pt;height:20.25pt">
            <v:imagedata r:id="rId10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、结婚的男女双方可以到婚姻登记机关进行结婚登记</w:t>
      </w:r>
    </w:p>
    <w:p w:rsidR="00403517" w:rsidRPr="002A39BE" w:rsidRDefault="00403517" w:rsidP="002A39BE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3" type="#_x0000_t75" style="width:20.25pt;height:20.25pt">
            <v:imagedata r:id="rId10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、结婚的男女一方必须亲自到婚姻登记机关进行结婚登记</w:t>
      </w:r>
    </w:p>
    <w:p w:rsidR="00403517" w:rsidRPr="002A39BE" w:rsidRDefault="00403517" w:rsidP="002A39BE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4" type="#_x0000_t75" style="width:20.25pt;height:20.25pt">
            <v:imagedata r:id="rId10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、结婚的男女一方可以到婚姻登记机关进行结婚登记</w: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 </w:t>
      </w:r>
    </w:p>
    <w:p w:rsidR="00403517" w:rsidRPr="002A39BE" w:rsidRDefault="00403517" w:rsidP="002A39BE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A39BE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A39BE" w:rsidRDefault="00403517" w:rsidP="002A39B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2A39B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、结婚要求时男女双方的真实意思表示，即</w:t>
      </w: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A39B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2A39BE" w:rsidRDefault="00403517" w:rsidP="002A39BE">
      <w:pPr>
        <w:widowControl/>
        <w:numPr>
          <w:ilvl w:val="0"/>
          <w:numId w:val="1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5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、必须男女双方完全自愿</w:t>
      </w:r>
    </w:p>
    <w:p w:rsidR="00403517" w:rsidRPr="002A39BE" w:rsidRDefault="00403517" w:rsidP="002A39BE">
      <w:pPr>
        <w:widowControl/>
        <w:numPr>
          <w:ilvl w:val="0"/>
          <w:numId w:val="1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6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、不许任何一方对他方加以强迫</w:t>
      </w:r>
    </w:p>
    <w:p w:rsidR="00403517" w:rsidRPr="002A39BE" w:rsidRDefault="00403517" w:rsidP="002A39BE">
      <w:pPr>
        <w:widowControl/>
        <w:numPr>
          <w:ilvl w:val="0"/>
          <w:numId w:val="1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7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、不许任何第三者加以干涉</w:t>
      </w:r>
    </w:p>
    <w:p w:rsidR="00403517" w:rsidRPr="002A39BE" w:rsidRDefault="00403517" w:rsidP="002A39BE">
      <w:pPr>
        <w:widowControl/>
        <w:numPr>
          <w:ilvl w:val="0"/>
          <w:numId w:val="1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8" type="#_x0000_t75" style="width:20.25pt;height:20.25pt">
            <v:imagedata r:id="rId8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、不许任何机关加以审查</w:t>
      </w:r>
    </w:p>
    <w:p w:rsidR="00403517" w:rsidRPr="002A39BE" w:rsidRDefault="00403517" w:rsidP="002A39BE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A39BE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A39BE" w:rsidRDefault="00403517" w:rsidP="002A39B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4</w:t>
      </w:r>
      <w:r w:rsidRPr="002A39B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、我国婚姻法的基本原则有</w:t>
      </w: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A39B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2A39B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2A39BE" w:rsidRDefault="00403517" w:rsidP="002A39BE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69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、婚姻自由</w:t>
      </w:r>
    </w:p>
    <w:p w:rsidR="00403517" w:rsidRPr="002A39BE" w:rsidRDefault="00403517" w:rsidP="002A39BE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0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、一夫一妻</w:t>
      </w:r>
    </w:p>
    <w:p w:rsidR="00403517" w:rsidRPr="002A39BE" w:rsidRDefault="00403517" w:rsidP="002A39BE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1" type="#_x0000_t75" style="width:20.25pt;height:20.25pt">
            <v:imagedata r:id="rId7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、男女平等</w:t>
      </w:r>
    </w:p>
    <w:p w:rsidR="00403517" w:rsidRPr="002A39BE" w:rsidRDefault="00403517" w:rsidP="002A39BE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2" type="#_x0000_t75" style="width:20.25pt;height:20.25pt">
            <v:imagedata r:id="rId8" o:title=""/>
          </v:shape>
        </w:pict>
      </w:r>
      <w:r w:rsidRPr="002A39B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A39B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、财产共有</w:t>
      </w:r>
    </w:p>
    <w:p w:rsidR="00403517" w:rsidRPr="00AE58AF" w:rsidRDefault="00403517" w:rsidP="00AE58A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、我国“宪法”一词来源于（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E58AF" w:rsidRDefault="00403517" w:rsidP="00AE58AF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3" type="#_x0000_t75" style="width:20.25pt;height:20.25pt">
            <v:imagedata r:id="rId10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、法语</w:t>
      </w:r>
    </w:p>
    <w:p w:rsidR="00403517" w:rsidRPr="00AE58AF" w:rsidRDefault="00403517" w:rsidP="00AE58AF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4" type="#_x0000_t75" style="width:20.25pt;height:20.25pt">
            <v:imagedata r:id="rId10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、英语</w:t>
      </w:r>
    </w:p>
    <w:p w:rsidR="00403517" w:rsidRPr="00AE58AF" w:rsidRDefault="00403517" w:rsidP="00AE58AF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5" type="#_x0000_t75" style="width:20.25pt;height:20.25pt">
            <v:imagedata r:id="rId10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、德语</w:t>
      </w:r>
    </w:p>
    <w:p w:rsidR="00403517" w:rsidRPr="00AE58AF" w:rsidRDefault="00403517" w:rsidP="00AE58AF">
      <w:pPr>
        <w:widowControl/>
        <w:numPr>
          <w:ilvl w:val="0"/>
          <w:numId w:val="1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6" type="#_x0000_t75" style="width:20.25pt;height:20.25pt">
            <v:imagedata r:id="rId9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、日语</w:t>
      </w:r>
    </w:p>
    <w:p w:rsidR="00403517" w:rsidRPr="00AE58AF" w:rsidRDefault="00403517" w:rsidP="00AE58A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E58AF" w:rsidRDefault="00403517" w:rsidP="00AE58A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、宪法的内容包括（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AE58AF" w:rsidRDefault="00403517" w:rsidP="00AE58AF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7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、确认公民的权力义务</w:t>
      </w:r>
    </w:p>
    <w:p w:rsidR="00403517" w:rsidRPr="00AE58AF" w:rsidRDefault="00403517" w:rsidP="00AE58AF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8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、确认国家政体</w:t>
      </w:r>
    </w:p>
    <w:p w:rsidR="00403517" w:rsidRPr="00AE58AF" w:rsidRDefault="00403517" w:rsidP="00AE58AF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79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、确认国家社会制度</w:t>
      </w:r>
    </w:p>
    <w:p w:rsidR="00403517" w:rsidRPr="00AE58AF" w:rsidRDefault="00403517" w:rsidP="00AE58AF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0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、确认国家组织形式</w:t>
      </w:r>
    </w:p>
    <w:p w:rsidR="00403517" w:rsidRDefault="00403517" w:rsidP="00AE58A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008000"/>
          <w:spacing w:val="15"/>
          <w:kern w:val="0"/>
          <w:sz w:val="20"/>
          <w:szCs w:val="20"/>
        </w:rPr>
      </w:pPr>
      <w:r w:rsidRPr="00AE58A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E58AF" w:rsidRDefault="00403517" w:rsidP="00AE58A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、英国首相由（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）任命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E58AF" w:rsidRDefault="00403517" w:rsidP="00AE58AF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1" type="#_x0000_t75" style="width:20.25pt;height:20.25pt">
            <v:imagedata r:id="rId10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、议会</w:t>
      </w:r>
    </w:p>
    <w:p w:rsidR="00403517" w:rsidRPr="00AE58AF" w:rsidRDefault="00403517" w:rsidP="00AE58AF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2" type="#_x0000_t75" style="width:20.25pt;height:20.25pt">
            <v:imagedata r:id="rId9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、君主</w:t>
      </w:r>
    </w:p>
    <w:p w:rsidR="00403517" w:rsidRPr="00AE58AF" w:rsidRDefault="00403517" w:rsidP="00AE58AF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3" type="#_x0000_t75" style="width:20.25pt;height:20.25pt">
            <v:imagedata r:id="rId10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、政党议会中占多席位的</w:t>
      </w:r>
    </w:p>
    <w:p w:rsidR="00403517" w:rsidRPr="00AE58AF" w:rsidRDefault="00403517" w:rsidP="00AE58AF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4" type="#_x0000_t75" style="width:20.25pt;height:20.25pt">
            <v:imagedata r:id="rId10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、教会大主教</w:t>
      </w:r>
    </w:p>
    <w:p w:rsidR="00403517" w:rsidRPr="00AE58AF" w:rsidRDefault="00403517" w:rsidP="00AE58A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E58AF" w:rsidRDefault="00403517" w:rsidP="00AE58A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、英国不成文宪法构成包括（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AE58AF" w:rsidRDefault="00403517" w:rsidP="00AE58AF">
      <w:pPr>
        <w:widowControl/>
        <w:numPr>
          <w:ilvl w:val="0"/>
          <w:numId w:val="1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5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、宪法性法律</w:t>
      </w:r>
    </w:p>
    <w:p w:rsidR="00403517" w:rsidRPr="00AE58AF" w:rsidRDefault="00403517" w:rsidP="00AE58AF">
      <w:pPr>
        <w:widowControl/>
        <w:numPr>
          <w:ilvl w:val="0"/>
          <w:numId w:val="1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6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、政治惯例</w:t>
      </w:r>
    </w:p>
    <w:p w:rsidR="00403517" w:rsidRPr="00AE58AF" w:rsidRDefault="00403517" w:rsidP="00AE58AF">
      <w:pPr>
        <w:widowControl/>
        <w:numPr>
          <w:ilvl w:val="0"/>
          <w:numId w:val="1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7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、司法判例</w:t>
      </w:r>
    </w:p>
    <w:p w:rsidR="00403517" w:rsidRPr="00AE58AF" w:rsidRDefault="00403517" w:rsidP="00AE58AF">
      <w:pPr>
        <w:widowControl/>
        <w:numPr>
          <w:ilvl w:val="0"/>
          <w:numId w:val="1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8" type="#_x0000_t75" style="width:20.25pt;height:20.25pt">
            <v:imagedata r:id="rId8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、宪法学理解释</w:t>
      </w:r>
    </w:p>
    <w:p w:rsidR="00403517" w:rsidRPr="00AE58AF" w:rsidRDefault="00403517" w:rsidP="00AE58A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E58AF" w:rsidRDefault="00403517" w:rsidP="00AE58A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、《自由大宪章》保障自由途径（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AE58AF" w:rsidRDefault="00403517" w:rsidP="00AE58AF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89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、以自由保障自由</w:t>
      </w:r>
    </w:p>
    <w:p w:rsidR="00403517" w:rsidRPr="00AE58AF" w:rsidRDefault="00403517" w:rsidP="00AE58AF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0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、以分权保障自由</w:t>
      </w:r>
    </w:p>
    <w:p w:rsidR="00403517" w:rsidRPr="00AE58AF" w:rsidRDefault="00403517" w:rsidP="00AE58AF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1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、以法治保障自由</w:t>
      </w:r>
    </w:p>
    <w:p w:rsidR="00403517" w:rsidRPr="00AE58AF" w:rsidRDefault="00403517" w:rsidP="00AE58AF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2" type="#_x0000_t75" style="width:20.25pt;height:20.25pt">
            <v:imagedata r:id="rId8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、以民主选举保障自由</w:t>
      </w:r>
    </w:p>
    <w:p w:rsidR="00403517" w:rsidRPr="00AE58AF" w:rsidRDefault="00403517" w:rsidP="00AE58A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E58AF" w:rsidRDefault="00403517" w:rsidP="00AE58A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4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、英法宪法确定的政体为（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AE58AF" w:rsidRDefault="00403517" w:rsidP="00AE58AF">
      <w:pPr>
        <w:widowControl/>
        <w:numPr>
          <w:ilvl w:val="0"/>
          <w:numId w:val="1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3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、君主立宪制</w:t>
      </w:r>
    </w:p>
    <w:p w:rsidR="00403517" w:rsidRPr="00AE58AF" w:rsidRDefault="00403517" w:rsidP="00AE58AF">
      <w:pPr>
        <w:widowControl/>
        <w:numPr>
          <w:ilvl w:val="0"/>
          <w:numId w:val="1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4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、议会内阁制</w:t>
      </w:r>
    </w:p>
    <w:p w:rsidR="00403517" w:rsidRPr="00AE58AF" w:rsidRDefault="00403517" w:rsidP="00AE58AF">
      <w:pPr>
        <w:widowControl/>
        <w:numPr>
          <w:ilvl w:val="0"/>
          <w:numId w:val="1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5" type="#_x0000_t75" style="width:20.25pt;height:20.25pt">
            <v:imagedata r:id="rId8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、总统制</w:t>
      </w:r>
    </w:p>
    <w:p w:rsidR="00403517" w:rsidRPr="00AE58AF" w:rsidRDefault="00403517" w:rsidP="00AE58AF">
      <w:pPr>
        <w:widowControl/>
        <w:numPr>
          <w:ilvl w:val="0"/>
          <w:numId w:val="1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6" type="#_x0000_t75" style="width:20.25pt;height:20.25pt">
            <v:imagedata r:id="rId8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、首相制</w:t>
      </w:r>
    </w:p>
    <w:p w:rsidR="00403517" w:rsidRPr="00AE58AF" w:rsidRDefault="00403517" w:rsidP="00AE58A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E58AF" w:rsidRDefault="00403517" w:rsidP="00AE58A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5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、英法议会为最高执立机构，由（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）组成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AE58AF" w:rsidRDefault="00403517" w:rsidP="00AE58AF">
      <w:pPr>
        <w:widowControl/>
        <w:numPr>
          <w:ilvl w:val="0"/>
          <w:numId w:val="1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7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、君主</w:t>
      </w:r>
    </w:p>
    <w:p w:rsidR="00403517" w:rsidRPr="00AE58AF" w:rsidRDefault="00403517" w:rsidP="00AE58AF">
      <w:pPr>
        <w:widowControl/>
        <w:numPr>
          <w:ilvl w:val="0"/>
          <w:numId w:val="1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8" type="#_x0000_t75" style="width:20.25pt;height:20.25pt">
            <v:imagedata r:id="rId8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、贵族</w:t>
      </w:r>
    </w:p>
    <w:p w:rsidR="00403517" w:rsidRPr="00AE58AF" w:rsidRDefault="00403517" w:rsidP="00AE58AF">
      <w:pPr>
        <w:widowControl/>
        <w:numPr>
          <w:ilvl w:val="0"/>
          <w:numId w:val="1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099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、上院</w:t>
      </w:r>
    </w:p>
    <w:p w:rsidR="00403517" w:rsidRPr="00AE58AF" w:rsidRDefault="00403517" w:rsidP="00AE58AF">
      <w:pPr>
        <w:widowControl/>
        <w:numPr>
          <w:ilvl w:val="0"/>
          <w:numId w:val="1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0" type="#_x0000_t75" style="width:20.25pt;height:20.25pt">
            <v:imagedata r:id="rId7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、下院</w:t>
      </w:r>
    </w:p>
    <w:p w:rsidR="00403517" w:rsidRPr="00AE58AF" w:rsidRDefault="00403517" w:rsidP="00AE58A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E58AF" w:rsidRDefault="00403517" w:rsidP="00AE58A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6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、宪法的雏形肇始于（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E58A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E58A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E58AF" w:rsidRDefault="00403517" w:rsidP="00AE58AF">
      <w:pPr>
        <w:widowControl/>
        <w:numPr>
          <w:ilvl w:val="0"/>
          <w:numId w:val="2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1" type="#_x0000_t75" style="width:20.25pt;height:20.25pt">
            <v:imagedata r:id="rId10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、《人权与公民权利宣言》</w:t>
      </w:r>
    </w:p>
    <w:p w:rsidR="00403517" w:rsidRPr="00AE58AF" w:rsidRDefault="00403517" w:rsidP="00AE58AF">
      <w:pPr>
        <w:widowControl/>
        <w:numPr>
          <w:ilvl w:val="0"/>
          <w:numId w:val="2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2" type="#_x0000_t75" style="width:20.25pt;height:20.25pt">
            <v:imagedata r:id="rId10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、《人身保护法》</w:t>
      </w:r>
    </w:p>
    <w:p w:rsidR="00403517" w:rsidRPr="00AE58AF" w:rsidRDefault="00403517" w:rsidP="00AE58AF">
      <w:pPr>
        <w:widowControl/>
        <w:numPr>
          <w:ilvl w:val="0"/>
          <w:numId w:val="2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3" type="#_x0000_t75" style="width:20.25pt;height:20.25pt">
            <v:imagedata r:id="rId9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、《自由大宪章》</w:t>
      </w:r>
    </w:p>
    <w:p w:rsidR="00403517" w:rsidRPr="00AE58AF" w:rsidRDefault="00403517" w:rsidP="00AE58AF">
      <w:pPr>
        <w:widowControl/>
        <w:numPr>
          <w:ilvl w:val="0"/>
          <w:numId w:val="2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4" type="#_x0000_t75" style="width:20.25pt;height:20.25pt">
            <v:imagedata r:id="rId10" o:title=""/>
          </v:shape>
        </w:pict>
      </w:r>
      <w:r w:rsidRPr="00AE58A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E58A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、《独立宣言》</w:t>
      </w:r>
    </w:p>
    <w:p w:rsidR="00403517" w:rsidRPr="00AE58AF" w:rsidRDefault="00403517" w:rsidP="00AE58A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E58A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E58AF" w:rsidRDefault="00403517" w:rsidP="00AE58A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</w:p>
    <w:p w:rsidR="00403517" w:rsidRPr="002E5F8D" w:rsidRDefault="00403517" w:rsidP="002E5F8D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、美国宪法解释权由（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）负责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E5F8D" w:rsidRDefault="00403517" w:rsidP="002E5F8D">
      <w:pPr>
        <w:widowControl/>
        <w:numPr>
          <w:ilvl w:val="0"/>
          <w:numId w:val="2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5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、众议院</w:t>
      </w:r>
    </w:p>
    <w:p w:rsidR="00403517" w:rsidRPr="002E5F8D" w:rsidRDefault="00403517" w:rsidP="002E5F8D">
      <w:pPr>
        <w:widowControl/>
        <w:numPr>
          <w:ilvl w:val="0"/>
          <w:numId w:val="2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6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、参议院</w:t>
      </w:r>
    </w:p>
    <w:p w:rsidR="00403517" w:rsidRPr="002E5F8D" w:rsidRDefault="00403517" w:rsidP="002E5F8D">
      <w:pPr>
        <w:widowControl/>
        <w:numPr>
          <w:ilvl w:val="0"/>
          <w:numId w:val="2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7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、总统</w:t>
      </w:r>
    </w:p>
    <w:p w:rsidR="00403517" w:rsidRPr="002E5F8D" w:rsidRDefault="00403517" w:rsidP="002E5F8D">
      <w:pPr>
        <w:widowControl/>
        <w:numPr>
          <w:ilvl w:val="0"/>
          <w:numId w:val="2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8" type="#_x0000_t75" style="width:20.25pt;height:20.25pt">
            <v:imagedata r:id="rId9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、联邦最高法院</w:t>
      </w:r>
    </w:p>
    <w:p w:rsidR="00403517" w:rsidRPr="002E5F8D" w:rsidRDefault="00403517" w:rsidP="002E5F8D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E5F8D" w:rsidRDefault="00403517" w:rsidP="002E5F8D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、美国宪法确立的两项重要原则是（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多选题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)</w:t>
      </w:r>
    </w:p>
    <w:p w:rsidR="00403517" w:rsidRPr="002E5F8D" w:rsidRDefault="00403517" w:rsidP="002E5F8D">
      <w:pPr>
        <w:widowControl/>
        <w:numPr>
          <w:ilvl w:val="0"/>
          <w:numId w:val="2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09" type="#_x0000_t75" style="width:20.25pt;height:20.25pt">
            <v:imagedata r:id="rId7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、三权分立原则</w:t>
      </w:r>
    </w:p>
    <w:p w:rsidR="00403517" w:rsidRPr="002E5F8D" w:rsidRDefault="00403517" w:rsidP="002E5F8D">
      <w:pPr>
        <w:widowControl/>
        <w:numPr>
          <w:ilvl w:val="0"/>
          <w:numId w:val="2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0" type="#_x0000_t75" style="width:20.25pt;height:20.25pt">
            <v:imagedata r:id="rId8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、普选原则</w:t>
      </w:r>
    </w:p>
    <w:p w:rsidR="00403517" w:rsidRPr="002E5F8D" w:rsidRDefault="00403517" w:rsidP="002E5F8D">
      <w:pPr>
        <w:widowControl/>
        <w:numPr>
          <w:ilvl w:val="0"/>
          <w:numId w:val="2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1" type="#_x0000_t75" style="width:20.25pt;height:20.25pt">
            <v:imagedata r:id="rId8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、直接原则</w:t>
      </w:r>
    </w:p>
    <w:p w:rsidR="00403517" w:rsidRPr="002E5F8D" w:rsidRDefault="00403517" w:rsidP="002E5F8D">
      <w:pPr>
        <w:widowControl/>
        <w:numPr>
          <w:ilvl w:val="0"/>
          <w:numId w:val="2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2" type="#_x0000_t75" style="width:20.25pt;height:20.25pt">
            <v:imagedata r:id="rId7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、联邦制</w:t>
      </w:r>
    </w:p>
    <w:p w:rsidR="00403517" w:rsidRPr="002E5F8D" w:rsidRDefault="00403517" w:rsidP="002E5F8D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E5F8D" w:rsidRDefault="00403517" w:rsidP="002E5F8D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、世界上第一部成文宪法是（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E5F8D" w:rsidRDefault="00403517" w:rsidP="002E5F8D">
      <w:pPr>
        <w:widowControl/>
        <w:numPr>
          <w:ilvl w:val="0"/>
          <w:numId w:val="2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3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、法国宪法</w:t>
      </w:r>
    </w:p>
    <w:p w:rsidR="00403517" w:rsidRPr="002E5F8D" w:rsidRDefault="00403517" w:rsidP="002E5F8D">
      <w:pPr>
        <w:widowControl/>
        <w:numPr>
          <w:ilvl w:val="0"/>
          <w:numId w:val="2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4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、英国宪法</w:t>
      </w:r>
    </w:p>
    <w:p w:rsidR="00403517" w:rsidRPr="002E5F8D" w:rsidRDefault="00403517" w:rsidP="002E5F8D">
      <w:pPr>
        <w:widowControl/>
        <w:numPr>
          <w:ilvl w:val="0"/>
          <w:numId w:val="2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5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、日本宪法</w:t>
      </w:r>
    </w:p>
    <w:p w:rsidR="00403517" w:rsidRPr="002E5F8D" w:rsidRDefault="00403517" w:rsidP="002E5F8D">
      <w:pPr>
        <w:widowControl/>
        <w:numPr>
          <w:ilvl w:val="0"/>
          <w:numId w:val="2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6" type="#_x0000_t75" style="width:20.25pt;height:20.25pt">
            <v:imagedata r:id="rId9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、美国宪法</w:t>
      </w:r>
    </w:p>
    <w:p w:rsidR="00403517" w:rsidRPr="002E5F8D" w:rsidRDefault="00403517" w:rsidP="002E5F8D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、法国宪法是由（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）主持制定。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E5F8D" w:rsidRDefault="00403517" w:rsidP="002E5F8D">
      <w:pPr>
        <w:widowControl/>
        <w:numPr>
          <w:ilvl w:val="0"/>
          <w:numId w:val="2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7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、拿破仑</w:t>
      </w:r>
    </w:p>
    <w:p w:rsidR="00403517" w:rsidRPr="002E5F8D" w:rsidRDefault="00403517" w:rsidP="002E5F8D">
      <w:pPr>
        <w:widowControl/>
        <w:numPr>
          <w:ilvl w:val="0"/>
          <w:numId w:val="2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8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、萨科齐</w:t>
      </w:r>
    </w:p>
    <w:p w:rsidR="00403517" w:rsidRPr="002E5F8D" w:rsidRDefault="00403517" w:rsidP="002E5F8D">
      <w:pPr>
        <w:widowControl/>
        <w:numPr>
          <w:ilvl w:val="0"/>
          <w:numId w:val="2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19" type="#_x0000_t75" style="width:20.25pt;height:20.25pt">
            <v:imagedata r:id="rId9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、戴高乐</w:t>
      </w:r>
    </w:p>
    <w:p w:rsidR="00403517" w:rsidRPr="002E5F8D" w:rsidRDefault="00403517" w:rsidP="002E5F8D">
      <w:pPr>
        <w:widowControl/>
        <w:numPr>
          <w:ilvl w:val="0"/>
          <w:numId w:val="2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0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、奥郎德</w:t>
      </w:r>
    </w:p>
    <w:p w:rsidR="00403517" w:rsidRPr="002E5F8D" w:rsidRDefault="00403517" w:rsidP="002E5F8D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E5F8D" w:rsidRDefault="00403517" w:rsidP="002E5F8D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、在法国如总统不能履行职务或空缺时，由（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）暂代总统职务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E5F8D" w:rsidRDefault="00403517" w:rsidP="002E5F8D">
      <w:pPr>
        <w:widowControl/>
        <w:numPr>
          <w:ilvl w:val="0"/>
          <w:numId w:val="2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1" type="#_x0000_t75" style="width:20.25pt;height:20.25pt">
            <v:imagedata r:id="rId9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、参议院议长</w:t>
      </w:r>
    </w:p>
    <w:p w:rsidR="00403517" w:rsidRPr="002E5F8D" w:rsidRDefault="00403517" w:rsidP="002E5F8D">
      <w:pPr>
        <w:widowControl/>
        <w:numPr>
          <w:ilvl w:val="0"/>
          <w:numId w:val="2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2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、众议院议长</w:t>
      </w:r>
    </w:p>
    <w:p w:rsidR="00403517" w:rsidRPr="002E5F8D" w:rsidRDefault="00403517" w:rsidP="002E5F8D">
      <w:pPr>
        <w:widowControl/>
        <w:numPr>
          <w:ilvl w:val="0"/>
          <w:numId w:val="2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3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、副总统</w:t>
      </w:r>
    </w:p>
    <w:p w:rsidR="00403517" w:rsidRPr="002E5F8D" w:rsidRDefault="00403517" w:rsidP="002E5F8D">
      <w:pPr>
        <w:widowControl/>
        <w:numPr>
          <w:ilvl w:val="0"/>
          <w:numId w:val="2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4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、总理</w:t>
      </w:r>
    </w:p>
    <w:p w:rsidR="00403517" w:rsidRPr="002E5F8D" w:rsidRDefault="00403517" w:rsidP="002E5F8D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E5F8D" w:rsidRDefault="00403517" w:rsidP="002E5F8D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、欧洲大陆第一部宪法是（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E5F8D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E5F8D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E5F8D" w:rsidRDefault="00403517" w:rsidP="002E5F8D">
      <w:pPr>
        <w:widowControl/>
        <w:numPr>
          <w:ilvl w:val="0"/>
          <w:numId w:val="2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5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、德国基本法</w:t>
      </w:r>
    </w:p>
    <w:p w:rsidR="00403517" w:rsidRPr="002E5F8D" w:rsidRDefault="00403517" w:rsidP="002E5F8D">
      <w:pPr>
        <w:widowControl/>
        <w:numPr>
          <w:ilvl w:val="0"/>
          <w:numId w:val="2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6" type="#_x0000_t75" style="width:20.25pt;height:20.25pt">
            <v:imagedata r:id="rId9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、法国宪法</w:t>
      </w:r>
    </w:p>
    <w:p w:rsidR="00403517" w:rsidRPr="002E5F8D" w:rsidRDefault="00403517" w:rsidP="002E5F8D">
      <w:pPr>
        <w:widowControl/>
        <w:numPr>
          <w:ilvl w:val="0"/>
          <w:numId w:val="2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7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、意大利宪法</w:t>
      </w:r>
    </w:p>
    <w:p w:rsidR="00403517" w:rsidRPr="002E5F8D" w:rsidRDefault="00403517" w:rsidP="002E5F8D">
      <w:pPr>
        <w:widowControl/>
        <w:numPr>
          <w:ilvl w:val="0"/>
          <w:numId w:val="2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8" type="#_x0000_t75" style="width:20.25pt;height:20.25pt">
            <v:imagedata r:id="rId10" o:title=""/>
          </v:shape>
        </w:pict>
      </w:r>
      <w:r w:rsidRPr="002E5F8D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E5F8D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、瑞士宪法</w:t>
      </w:r>
    </w:p>
    <w:p w:rsidR="00403517" w:rsidRPr="002E5F8D" w:rsidRDefault="00403517" w:rsidP="002E5F8D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E5F8D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4F0486" w:rsidRDefault="00403517" w:rsidP="004F0486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4F0486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、根据德国基本法，德国的政体为（</w:t>
      </w: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4F0486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4F0486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4F0486" w:rsidRDefault="00403517" w:rsidP="004F0486">
      <w:pPr>
        <w:widowControl/>
        <w:numPr>
          <w:ilvl w:val="0"/>
          <w:numId w:val="2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29" type="#_x0000_t75" style="width:20.25pt;height:20.25pt">
            <v:imagedata r:id="rId10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、议会制</w:t>
      </w:r>
    </w:p>
    <w:p w:rsidR="00403517" w:rsidRPr="004F0486" w:rsidRDefault="00403517" w:rsidP="004F0486">
      <w:pPr>
        <w:widowControl/>
        <w:numPr>
          <w:ilvl w:val="0"/>
          <w:numId w:val="2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0" type="#_x0000_t75" style="width:20.25pt;height:20.25pt">
            <v:imagedata r:id="rId10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、内阁制</w:t>
      </w:r>
    </w:p>
    <w:p w:rsidR="00403517" w:rsidRPr="004F0486" w:rsidRDefault="00403517" w:rsidP="004F0486">
      <w:pPr>
        <w:widowControl/>
        <w:numPr>
          <w:ilvl w:val="0"/>
          <w:numId w:val="2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1" type="#_x0000_t75" style="width:20.25pt;height:20.25pt">
            <v:imagedata r:id="rId9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、总理制</w:t>
      </w:r>
    </w:p>
    <w:p w:rsidR="00403517" w:rsidRPr="004F0486" w:rsidRDefault="00403517" w:rsidP="004F0486">
      <w:pPr>
        <w:widowControl/>
        <w:numPr>
          <w:ilvl w:val="0"/>
          <w:numId w:val="2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2" type="#_x0000_t75" style="width:20.25pt;height:20.25pt">
            <v:imagedata r:id="rId10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、总统制</w:t>
      </w:r>
    </w:p>
    <w:p w:rsidR="00403517" w:rsidRPr="004F0486" w:rsidRDefault="00403517" w:rsidP="004F0486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4F0486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4F0486" w:rsidRDefault="00403517" w:rsidP="004F0486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4F0486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、《德国基本法》确定了（</w:t>
      </w: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4F0486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）基本制度</w:t>
      </w: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4F0486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4F0486" w:rsidRDefault="00403517" w:rsidP="004F0486">
      <w:pPr>
        <w:widowControl/>
        <w:numPr>
          <w:ilvl w:val="0"/>
          <w:numId w:val="2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3" type="#_x0000_t75" style="width:20.25pt;height:20.25pt">
            <v:imagedata r:id="rId10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项</w:t>
      </w:r>
    </w:p>
    <w:p w:rsidR="00403517" w:rsidRPr="004F0486" w:rsidRDefault="00403517" w:rsidP="004F0486">
      <w:pPr>
        <w:widowControl/>
        <w:numPr>
          <w:ilvl w:val="0"/>
          <w:numId w:val="2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4" type="#_x0000_t75" style="width:20.25pt;height:20.25pt">
            <v:imagedata r:id="rId9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5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项</w:t>
      </w:r>
    </w:p>
    <w:p w:rsidR="00403517" w:rsidRPr="004F0486" w:rsidRDefault="00403517" w:rsidP="004F0486">
      <w:pPr>
        <w:widowControl/>
        <w:numPr>
          <w:ilvl w:val="0"/>
          <w:numId w:val="2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5" type="#_x0000_t75" style="width:20.25pt;height:20.25pt">
            <v:imagedata r:id="rId10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6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项</w:t>
      </w:r>
    </w:p>
    <w:p w:rsidR="00403517" w:rsidRPr="004F0486" w:rsidRDefault="00403517" w:rsidP="004F0486">
      <w:pPr>
        <w:widowControl/>
        <w:numPr>
          <w:ilvl w:val="0"/>
          <w:numId w:val="2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6" type="#_x0000_t75" style="width:20.25pt;height:20.25pt">
            <v:imagedata r:id="rId10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7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项</w:t>
      </w:r>
    </w:p>
    <w:p w:rsidR="00403517" w:rsidRPr="004F0486" w:rsidRDefault="00403517" w:rsidP="004F0486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4F0486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4F0486" w:rsidRDefault="00403517" w:rsidP="004F0486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4F0486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、德国负责宪法解释的是（</w:t>
      </w: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4F0486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4F0486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4F0486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4F0486" w:rsidRDefault="00403517" w:rsidP="004F0486">
      <w:pPr>
        <w:widowControl/>
        <w:numPr>
          <w:ilvl w:val="0"/>
          <w:numId w:val="2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7" type="#_x0000_t75" style="width:20.25pt;height:20.25pt">
            <v:imagedata r:id="rId10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、普通法院</w:t>
      </w:r>
    </w:p>
    <w:p w:rsidR="00403517" w:rsidRPr="004F0486" w:rsidRDefault="00403517" w:rsidP="004F0486">
      <w:pPr>
        <w:widowControl/>
        <w:numPr>
          <w:ilvl w:val="0"/>
          <w:numId w:val="2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8" type="#_x0000_t75" style="width:20.25pt;height:20.25pt">
            <v:imagedata r:id="rId9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、宪法法院</w:t>
      </w:r>
    </w:p>
    <w:p w:rsidR="00403517" w:rsidRPr="004F0486" w:rsidRDefault="00403517" w:rsidP="004F0486">
      <w:pPr>
        <w:widowControl/>
        <w:numPr>
          <w:ilvl w:val="0"/>
          <w:numId w:val="2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39" type="#_x0000_t75" style="width:20.25pt;height:20.25pt">
            <v:imagedata r:id="rId10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、行政法院</w:t>
      </w:r>
    </w:p>
    <w:p w:rsidR="00403517" w:rsidRPr="004F0486" w:rsidRDefault="00403517" w:rsidP="004F0486">
      <w:pPr>
        <w:widowControl/>
        <w:numPr>
          <w:ilvl w:val="0"/>
          <w:numId w:val="2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0" type="#_x0000_t75" style="width:20.25pt;height:20.25pt">
            <v:imagedata r:id="rId10" o:title=""/>
          </v:shape>
        </w:pict>
      </w:r>
      <w:r w:rsidRPr="004F0486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4F0486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、议会</w:t>
      </w:r>
    </w:p>
    <w:p w:rsidR="00403517" w:rsidRPr="006D0BC9" w:rsidRDefault="00403517" w:rsidP="006D0BC9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1982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年宪法颁布实施后，共进行修改了几次修正（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6D0BC9" w:rsidRDefault="00403517" w:rsidP="006D0BC9">
      <w:pPr>
        <w:widowControl/>
        <w:numPr>
          <w:ilvl w:val="0"/>
          <w:numId w:val="3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1" type="#_x0000_t75" style="width:20.25pt;height:20.25pt">
            <v:imagedata r:id="rId10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次</w:t>
      </w:r>
    </w:p>
    <w:p w:rsidR="00403517" w:rsidRPr="006D0BC9" w:rsidRDefault="00403517" w:rsidP="006D0BC9">
      <w:pPr>
        <w:widowControl/>
        <w:numPr>
          <w:ilvl w:val="0"/>
          <w:numId w:val="3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2" type="#_x0000_t75" style="width:20.25pt;height:20.25pt">
            <v:imagedata r:id="rId9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次</w:t>
      </w:r>
    </w:p>
    <w:p w:rsidR="00403517" w:rsidRPr="006D0BC9" w:rsidRDefault="00403517" w:rsidP="006D0BC9">
      <w:pPr>
        <w:widowControl/>
        <w:numPr>
          <w:ilvl w:val="0"/>
          <w:numId w:val="3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3" type="#_x0000_t75" style="width:20.25pt;height:20.25pt">
            <v:imagedata r:id="rId10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5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次</w:t>
      </w:r>
    </w:p>
    <w:p w:rsidR="00403517" w:rsidRPr="006D0BC9" w:rsidRDefault="00403517" w:rsidP="006D0BC9">
      <w:pPr>
        <w:widowControl/>
        <w:numPr>
          <w:ilvl w:val="0"/>
          <w:numId w:val="3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4" type="#_x0000_t75" style="width:20.25pt;height:20.25pt">
            <v:imagedata r:id="rId10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6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次</w:t>
      </w:r>
    </w:p>
    <w:p w:rsidR="00403517" w:rsidRPr="006D0BC9" w:rsidRDefault="00403517" w:rsidP="006D0BC9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6D0BC9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6D0BC9" w:rsidRDefault="00403517" w:rsidP="006D0BC9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、《中华民国宪法》正式生效时间是（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6D0BC9" w:rsidRDefault="00403517" w:rsidP="006D0BC9">
      <w:pPr>
        <w:widowControl/>
        <w:numPr>
          <w:ilvl w:val="0"/>
          <w:numId w:val="3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5" type="#_x0000_t75" style="width:20.25pt;height:20.25pt">
            <v:imagedata r:id="rId10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1931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年</w:t>
      </w:r>
    </w:p>
    <w:p w:rsidR="00403517" w:rsidRPr="006D0BC9" w:rsidRDefault="00403517" w:rsidP="006D0BC9">
      <w:pPr>
        <w:widowControl/>
        <w:numPr>
          <w:ilvl w:val="0"/>
          <w:numId w:val="3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6" type="#_x0000_t75" style="width:20.25pt;height:20.25pt">
            <v:imagedata r:id="rId10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1936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年</w:t>
      </w:r>
    </w:p>
    <w:p w:rsidR="00403517" w:rsidRPr="006D0BC9" w:rsidRDefault="00403517" w:rsidP="006D0BC9">
      <w:pPr>
        <w:widowControl/>
        <w:numPr>
          <w:ilvl w:val="0"/>
          <w:numId w:val="3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7" type="#_x0000_t75" style="width:20.25pt;height:20.25pt">
            <v:imagedata r:id="rId10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1946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年</w:t>
      </w:r>
    </w:p>
    <w:p w:rsidR="00403517" w:rsidRPr="006D0BC9" w:rsidRDefault="00403517" w:rsidP="006D0BC9">
      <w:pPr>
        <w:widowControl/>
        <w:numPr>
          <w:ilvl w:val="0"/>
          <w:numId w:val="3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8" type="#_x0000_t75" style="width:20.25pt;height:20.25pt">
            <v:imagedata r:id="rId9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1947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年</w:t>
      </w:r>
    </w:p>
    <w:p w:rsidR="00403517" w:rsidRPr="006D0BC9" w:rsidRDefault="00403517" w:rsidP="006D0BC9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6D0BC9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6D0BC9" w:rsidRDefault="00403517" w:rsidP="006D0BC9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、我国历史上第一部正式宪法是（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6D0BC9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6D0BC9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6D0BC9" w:rsidRDefault="00403517" w:rsidP="006D0BC9">
      <w:pPr>
        <w:widowControl/>
        <w:numPr>
          <w:ilvl w:val="0"/>
          <w:numId w:val="3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49" type="#_x0000_t75" style="width:20.25pt;height:20.25pt">
            <v:imagedata r:id="rId10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、《钦定宪法大纲》</w:t>
      </w:r>
    </w:p>
    <w:p w:rsidR="00403517" w:rsidRPr="006D0BC9" w:rsidRDefault="00403517" w:rsidP="006D0BC9">
      <w:pPr>
        <w:widowControl/>
        <w:numPr>
          <w:ilvl w:val="0"/>
          <w:numId w:val="3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0" type="#_x0000_t75" style="width:20.25pt;height:20.25pt">
            <v:imagedata r:id="rId10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、《中华民国临时约法》</w:t>
      </w:r>
    </w:p>
    <w:p w:rsidR="00403517" w:rsidRPr="006D0BC9" w:rsidRDefault="00403517" w:rsidP="006D0BC9">
      <w:pPr>
        <w:widowControl/>
        <w:numPr>
          <w:ilvl w:val="0"/>
          <w:numId w:val="3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1" type="#_x0000_t75" style="width:20.25pt;height:20.25pt">
            <v:imagedata r:id="rId10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、《中华民国约法》</w:t>
      </w:r>
    </w:p>
    <w:p w:rsidR="00403517" w:rsidRPr="006D0BC9" w:rsidRDefault="00403517" w:rsidP="006D0BC9">
      <w:pPr>
        <w:widowControl/>
        <w:numPr>
          <w:ilvl w:val="0"/>
          <w:numId w:val="3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2" type="#_x0000_t75" style="width:20.25pt;height:20.25pt">
            <v:imagedata r:id="rId9" o:title=""/>
          </v:shape>
        </w:pict>
      </w:r>
      <w:r w:rsidRPr="006D0BC9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6D0BC9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、《中华民国宪法》</w:t>
      </w:r>
    </w:p>
    <w:p w:rsidR="00403517" w:rsidRPr="006D0BC9" w:rsidRDefault="00403517" w:rsidP="006D0BC9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6D0BC9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11258" w:rsidRDefault="00403517" w:rsidP="00A11258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A11258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、中国共产党的（</w:t>
      </w: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11258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）提出建立宪法宣誓制度</w:t>
      </w: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11258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11258" w:rsidRDefault="00403517" w:rsidP="00A11258">
      <w:pPr>
        <w:widowControl/>
        <w:numPr>
          <w:ilvl w:val="0"/>
          <w:numId w:val="3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3" type="#_x0000_t75" style="width:20.25pt;height:20.25pt">
            <v:imagedata r:id="rId10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、十八大</w:t>
      </w:r>
    </w:p>
    <w:p w:rsidR="00403517" w:rsidRPr="00A11258" w:rsidRDefault="00403517" w:rsidP="00A11258">
      <w:pPr>
        <w:widowControl/>
        <w:numPr>
          <w:ilvl w:val="0"/>
          <w:numId w:val="3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4" type="#_x0000_t75" style="width:20.25pt;height:20.25pt">
            <v:imagedata r:id="rId9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、十八届四中全会</w:t>
      </w:r>
    </w:p>
    <w:p w:rsidR="00403517" w:rsidRPr="00A11258" w:rsidRDefault="00403517" w:rsidP="00A11258">
      <w:pPr>
        <w:widowControl/>
        <w:numPr>
          <w:ilvl w:val="0"/>
          <w:numId w:val="3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5" type="#_x0000_t75" style="width:20.25pt;height:20.25pt">
            <v:imagedata r:id="rId10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、十八届三中全会</w:t>
      </w:r>
    </w:p>
    <w:p w:rsidR="00403517" w:rsidRPr="00A11258" w:rsidRDefault="00403517" w:rsidP="00A11258">
      <w:pPr>
        <w:widowControl/>
        <w:numPr>
          <w:ilvl w:val="0"/>
          <w:numId w:val="3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6" type="#_x0000_t75" style="width:20.25pt;height:20.25pt">
            <v:imagedata r:id="rId10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、十二届全国人大常委会</w:t>
      </w:r>
    </w:p>
    <w:p w:rsidR="00403517" w:rsidRPr="00A11258" w:rsidRDefault="00403517" w:rsidP="00A11258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11258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11258" w:rsidRDefault="00403517" w:rsidP="00A11258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A11258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、中华人民共和国的一切权属于（</w:t>
      </w: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11258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11258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11258" w:rsidRDefault="00403517" w:rsidP="00A11258">
      <w:pPr>
        <w:widowControl/>
        <w:numPr>
          <w:ilvl w:val="0"/>
          <w:numId w:val="3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7" type="#_x0000_t75" style="width:20.25pt;height:20.25pt">
            <v:imagedata r:id="rId10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、全国人民代表大会</w:t>
      </w:r>
    </w:p>
    <w:p w:rsidR="00403517" w:rsidRPr="00A11258" w:rsidRDefault="00403517" w:rsidP="00A11258">
      <w:pPr>
        <w:widowControl/>
        <w:numPr>
          <w:ilvl w:val="0"/>
          <w:numId w:val="3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8" type="#_x0000_t75" style="width:20.25pt;height:20.25pt">
            <v:imagedata r:id="rId10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、中国共产党</w:t>
      </w:r>
    </w:p>
    <w:p w:rsidR="00403517" w:rsidRPr="00A11258" w:rsidRDefault="00403517" w:rsidP="00A11258">
      <w:pPr>
        <w:widowControl/>
        <w:numPr>
          <w:ilvl w:val="0"/>
          <w:numId w:val="3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59" type="#_x0000_t75" style="width:20.25pt;height:20.25pt">
            <v:imagedata r:id="rId9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、人民</w:t>
      </w:r>
    </w:p>
    <w:p w:rsidR="00403517" w:rsidRPr="00A11258" w:rsidRDefault="00403517" w:rsidP="00A11258">
      <w:pPr>
        <w:widowControl/>
        <w:numPr>
          <w:ilvl w:val="0"/>
          <w:numId w:val="3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0" type="#_x0000_t75" style="width:20.25pt;height:20.25pt">
            <v:imagedata r:id="rId10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、国务院</w:t>
      </w:r>
    </w:p>
    <w:p w:rsidR="00403517" w:rsidRPr="00A11258" w:rsidRDefault="00403517" w:rsidP="00A11258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11258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11258" w:rsidRDefault="00403517" w:rsidP="00A11258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A11258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、坚持依法治国首先要坚持（</w:t>
      </w: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A11258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11258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11258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11258" w:rsidRDefault="00403517" w:rsidP="00A11258">
      <w:pPr>
        <w:widowControl/>
        <w:numPr>
          <w:ilvl w:val="0"/>
          <w:numId w:val="3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1" type="#_x0000_t75" style="width:20.25pt;height:20.25pt">
            <v:imagedata r:id="rId9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、依宪治国</w:t>
      </w:r>
    </w:p>
    <w:p w:rsidR="00403517" w:rsidRPr="00A11258" w:rsidRDefault="00403517" w:rsidP="00A11258">
      <w:pPr>
        <w:widowControl/>
        <w:numPr>
          <w:ilvl w:val="0"/>
          <w:numId w:val="3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2" type="#_x0000_t75" style="width:20.25pt;height:20.25pt">
            <v:imagedata r:id="rId10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、制定法律</w:t>
      </w:r>
    </w:p>
    <w:p w:rsidR="00403517" w:rsidRPr="00A11258" w:rsidRDefault="00403517" w:rsidP="00A11258">
      <w:pPr>
        <w:widowControl/>
        <w:numPr>
          <w:ilvl w:val="0"/>
          <w:numId w:val="3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3" type="#_x0000_t75" style="width:20.25pt;height:20.25pt">
            <v:imagedata r:id="rId10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、公平和正义</w:t>
      </w:r>
    </w:p>
    <w:p w:rsidR="00403517" w:rsidRDefault="00403517" w:rsidP="00A11258">
      <w:pPr>
        <w:widowControl/>
        <w:numPr>
          <w:ilvl w:val="0"/>
          <w:numId w:val="3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4" type="#_x0000_t75" style="width:20.25pt;height:20.25pt">
            <v:imagedata r:id="rId10" o:title=""/>
          </v:shape>
        </w:pict>
      </w:r>
      <w:r w:rsidRPr="00A11258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A11258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、四项基本原则</w:t>
      </w:r>
    </w:p>
    <w:p w:rsidR="00403517" w:rsidRPr="007B02AE" w:rsidRDefault="00403517" w:rsidP="007B02A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7B02A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、党内规矩（</w:t>
      </w: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7B02A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）国法</w:t>
      </w: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7B02A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7B02AE" w:rsidRDefault="00403517" w:rsidP="007B02AE">
      <w:pPr>
        <w:widowControl/>
        <w:numPr>
          <w:ilvl w:val="0"/>
          <w:numId w:val="3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5" type="#_x0000_t75" style="width:20.25pt;height:20.25pt">
            <v:imagedata r:id="rId10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、大于</w: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 </w:t>
      </w:r>
    </w:p>
    <w:p w:rsidR="00403517" w:rsidRPr="007B02AE" w:rsidRDefault="00403517" w:rsidP="007B02AE">
      <w:pPr>
        <w:widowControl/>
        <w:numPr>
          <w:ilvl w:val="0"/>
          <w:numId w:val="3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6" type="#_x0000_t75" style="width:20.25pt;height:20.25pt">
            <v:imagedata r:id="rId10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、高于</w:t>
      </w:r>
    </w:p>
    <w:p w:rsidR="00403517" w:rsidRPr="007B02AE" w:rsidRDefault="00403517" w:rsidP="007B02AE">
      <w:pPr>
        <w:widowControl/>
        <w:numPr>
          <w:ilvl w:val="0"/>
          <w:numId w:val="3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7" type="#_x0000_t75" style="width:20.25pt;height:20.25pt">
            <v:imagedata r:id="rId9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、严于</w:t>
      </w:r>
    </w:p>
    <w:p w:rsidR="00403517" w:rsidRPr="007B02AE" w:rsidRDefault="00403517" w:rsidP="007B02AE">
      <w:pPr>
        <w:widowControl/>
        <w:numPr>
          <w:ilvl w:val="0"/>
          <w:numId w:val="3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8" type="#_x0000_t75" style="width:20.25pt;height:20.25pt">
            <v:imagedata r:id="rId10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、优于</w:t>
      </w:r>
    </w:p>
    <w:p w:rsidR="00403517" w:rsidRPr="007B02AE" w:rsidRDefault="00403517" w:rsidP="007B02AE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7B02AE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7B02AE" w:rsidRDefault="00403517" w:rsidP="007B02A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7B02A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、中国梦是（</w:t>
      </w: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7B02A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7B02A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7B02AE" w:rsidRDefault="00403517" w:rsidP="007B02AE">
      <w:pPr>
        <w:widowControl/>
        <w:numPr>
          <w:ilvl w:val="0"/>
          <w:numId w:val="3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69" type="#_x0000_t75" style="width:20.25pt;height:20.25pt">
            <v:imagedata r:id="rId10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、宪政梦</w:t>
      </w:r>
    </w:p>
    <w:p w:rsidR="00403517" w:rsidRPr="007B02AE" w:rsidRDefault="00403517" w:rsidP="007B02AE">
      <w:pPr>
        <w:widowControl/>
        <w:numPr>
          <w:ilvl w:val="0"/>
          <w:numId w:val="3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0" type="#_x0000_t75" style="width:20.25pt;height:20.25pt">
            <v:imagedata r:id="rId10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、直接民主选举梦</w:t>
      </w:r>
    </w:p>
    <w:p w:rsidR="00403517" w:rsidRPr="007B02AE" w:rsidRDefault="00403517" w:rsidP="007B02AE">
      <w:pPr>
        <w:widowControl/>
        <w:numPr>
          <w:ilvl w:val="0"/>
          <w:numId w:val="3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1" type="#_x0000_t75" style="width:20.25pt;height:20.25pt">
            <v:imagedata r:id="rId10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、包含普世价值的内容</w:t>
      </w:r>
    </w:p>
    <w:p w:rsidR="00403517" w:rsidRPr="007B02AE" w:rsidRDefault="00403517" w:rsidP="007B02AE">
      <w:pPr>
        <w:widowControl/>
        <w:numPr>
          <w:ilvl w:val="0"/>
          <w:numId w:val="3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2" type="#_x0000_t75" style="width:20.25pt;height:20.25pt">
            <v:imagedata r:id="rId9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、社会主义法治梦</w:t>
      </w:r>
    </w:p>
    <w:p w:rsidR="00403517" w:rsidRPr="007B02AE" w:rsidRDefault="00403517" w:rsidP="007B02AE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7B02AE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7B02AE" w:rsidRDefault="00403517" w:rsidP="007B02A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7B02A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、（</w:t>
      </w: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7B02A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）是社会主义法治最根本的保证</w:t>
      </w: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7B02A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7B02A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7B02AE" w:rsidRDefault="00403517" w:rsidP="007B02AE">
      <w:pPr>
        <w:widowControl/>
        <w:numPr>
          <w:ilvl w:val="0"/>
          <w:numId w:val="3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3" type="#_x0000_t75" style="width:20.25pt;height:20.25pt">
            <v:imagedata r:id="rId10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、四项基本原则</w:t>
      </w:r>
    </w:p>
    <w:p w:rsidR="00403517" w:rsidRPr="007B02AE" w:rsidRDefault="00403517" w:rsidP="007B02AE">
      <w:pPr>
        <w:widowControl/>
        <w:numPr>
          <w:ilvl w:val="0"/>
          <w:numId w:val="3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4" type="#_x0000_t75" style="width:20.25pt;height:20.25pt">
            <v:imagedata r:id="rId10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、制定宪法</w:t>
      </w:r>
    </w:p>
    <w:p w:rsidR="00403517" w:rsidRPr="007B02AE" w:rsidRDefault="00403517" w:rsidP="007B02AE">
      <w:pPr>
        <w:widowControl/>
        <w:numPr>
          <w:ilvl w:val="0"/>
          <w:numId w:val="3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5" type="#_x0000_t75" style="width:20.25pt;height:20.25pt">
            <v:imagedata r:id="rId9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、党的领导</w:t>
      </w:r>
    </w:p>
    <w:p w:rsidR="00403517" w:rsidRPr="007B02AE" w:rsidRDefault="00403517" w:rsidP="007B02AE">
      <w:pPr>
        <w:widowControl/>
        <w:numPr>
          <w:ilvl w:val="0"/>
          <w:numId w:val="3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6" type="#_x0000_t75" style="width:20.25pt;height:20.25pt">
            <v:imagedata r:id="rId10" o:title=""/>
          </v:shape>
        </w:pict>
      </w:r>
      <w:r w:rsidRPr="007B02A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7B02A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、社会主义革命</w:t>
      </w:r>
    </w:p>
    <w:p w:rsidR="00403517" w:rsidRPr="00016205" w:rsidRDefault="00403517" w:rsidP="0001620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0162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、对腐败采取零容忍，零容忍的理论基础是（</w:t>
      </w: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0162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0162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016205" w:rsidRDefault="00403517" w:rsidP="00016205">
      <w:pPr>
        <w:widowControl/>
        <w:numPr>
          <w:ilvl w:val="0"/>
          <w:numId w:val="3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7" type="#_x0000_t75" style="width:20.25pt;height:20.25pt">
            <v:imagedata r:id="rId10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、公务员廉洁自律准则</w:t>
      </w:r>
    </w:p>
    <w:p w:rsidR="00403517" w:rsidRPr="00016205" w:rsidRDefault="00403517" w:rsidP="00016205">
      <w:pPr>
        <w:widowControl/>
        <w:numPr>
          <w:ilvl w:val="0"/>
          <w:numId w:val="3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8" type="#_x0000_t75" style="width:20.25pt;height:20.25pt">
            <v:imagedata r:id="rId10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、纪律检查条例</w:t>
      </w:r>
    </w:p>
    <w:p w:rsidR="00403517" w:rsidRPr="00016205" w:rsidRDefault="00403517" w:rsidP="00016205">
      <w:pPr>
        <w:widowControl/>
        <w:numPr>
          <w:ilvl w:val="0"/>
          <w:numId w:val="3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79" type="#_x0000_t75" style="width:20.25pt;height:20.25pt">
            <v:imagedata r:id="rId10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、老虎苍蝇一起打</w:t>
      </w:r>
    </w:p>
    <w:p w:rsidR="00403517" w:rsidRPr="00016205" w:rsidRDefault="00403517" w:rsidP="00016205">
      <w:pPr>
        <w:widowControl/>
        <w:numPr>
          <w:ilvl w:val="0"/>
          <w:numId w:val="3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0" type="#_x0000_t75" style="width:20.25pt;height:20.25pt">
            <v:imagedata r:id="rId9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、破窗理论</w:t>
      </w:r>
    </w:p>
    <w:p w:rsidR="00403517" w:rsidRPr="00016205" w:rsidRDefault="00403517" w:rsidP="0001620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01620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016205" w:rsidRDefault="00403517" w:rsidP="0001620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0162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、“十字令”是在（</w:t>
      </w: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0162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）时期发布的</w:t>
      </w: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0162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016205" w:rsidRDefault="00403517" w:rsidP="00016205">
      <w:pPr>
        <w:widowControl/>
        <w:numPr>
          <w:ilvl w:val="0"/>
          <w:numId w:val="4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1" type="#_x0000_t75" style="width:20.25pt;height:20.25pt">
            <v:imagedata r:id="rId10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、江西根据地</w:t>
      </w:r>
    </w:p>
    <w:p w:rsidR="00403517" w:rsidRPr="00016205" w:rsidRDefault="00403517" w:rsidP="00016205">
      <w:pPr>
        <w:widowControl/>
        <w:numPr>
          <w:ilvl w:val="0"/>
          <w:numId w:val="4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2" type="#_x0000_t75" style="width:20.25pt;height:20.25pt">
            <v:imagedata r:id="rId10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1949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年</w:t>
      </w:r>
    </w:p>
    <w:p w:rsidR="00403517" w:rsidRPr="00016205" w:rsidRDefault="00403517" w:rsidP="00016205">
      <w:pPr>
        <w:widowControl/>
        <w:numPr>
          <w:ilvl w:val="0"/>
          <w:numId w:val="4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3" type="#_x0000_t75" style="width:20.25pt;height:20.25pt">
            <v:imagedata r:id="rId9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、延安</w:t>
      </w:r>
    </w:p>
    <w:p w:rsidR="00403517" w:rsidRPr="00016205" w:rsidRDefault="00403517" w:rsidP="00016205">
      <w:pPr>
        <w:widowControl/>
        <w:numPr>
          <w:ilvl w:val="0"/>
          <w:numId w:val="4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4" type="#_x0000_t75" style="width:20.25pt;height:20.25pt">
            <v:imagedata r:id="rId10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、十一届三中全会</w:t>
      </w:r>
    </w:p>
    <w:p w:rsidR="00403517" w:rsidRPr="00016205" w:rsidRDefault="00403517" w:rsidP="0001620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01620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016205" w:rsidRDefault="00403517" w:rsidP="0001620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0162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、山西省出台高速公路禁止危化品运输车行驶应（</w:t>
      </w: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0162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0162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0162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016205" w:rsidRDefault="00403517" w:rsidP="00016205">
      <w:pPr>
        <w:widowControl/>
        <w:numPr>
          <w:ilvl w:val="0"/>
          <w:numId w:val="4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5" type="#_x0000_t75" style="width:20.25pt;height:20.25pt">
            <v:imagedata r:id="rId10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、在网上公布</w:t>
      </w:r>
    </w:p>
    <w:p w:rsidR="00403517" w:rsidRPr="00016205" w:rsidRDefault="00403517" w:rsidP="00016205">
      <w:pPr>
        <w:widowControl/>
        <w:numPr>
          <w:ilvl w:val="0"/>
          <w:numId w:val="4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6" type="#_x0000_t75" style="width:20.25pt;height:20.25pt">
            <v:imagedata r:id="rId10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、交国务院审批</w:t>
      </w:r>
    </w:p>
    <w:p w:rsidR="00403517" w:rsidRPr="00016205" w:rsidRDefault="00403517" w:rsidP="00016205">
      <w:pPr>
        <w:widowControl/>
        <w:numPr>
          <w:ilvl w:val="0"/>
          <w:numId w:val="4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7" type="#_x0000_t75" style="width:20.25pt;height:20.25pt">
            <v:imagedata r:id="rId9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、举行听证会</w:t>
      </w:r>
    </w:p>
    <w:p w:rsidR="00403517" w:rsidRPr="00016205" w:rsidRDefault="00403517" w:rsidP="00016205">
      <w:pPr>
        <w:widowControl/>
        <w:numPr>
          <w:ilvl w:val="0"/>
          <w:numId w:val="4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8" type="#_x0000_t75" style="width:20.25pt;height:20.25pt">
            <v:imagedata r:id="rId10" o:title=""/>
          </v:shape>
        </w:pict>
      </w:r>
      <w:r w:rsidRPr="000162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0162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、交省人民代表大会表决</w:t>
      </w:r>
    </w:p>
    <w:p w:rsidR="00403517" w:rsidRPr="00016205" w:rsidRDefault="00403517" w:rsidP="0001620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01620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A4D93" w:rsidRDefault="00403517" w:rsidP="009A4D9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、劳动合同法修正草案通过网络曾收到（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）多万条意见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A4D93" w:rsidRDefault="00403517" w:rsidP="009A4D93">
      <w:pPr>
        <w:widowControl/>
        <w:numPr>
          <w:ilvl w:val="0"/>
          <w:numId w:val="4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89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50</w:t>
      </w:r>
    </w:p>
    <w:p w:rsidR="00403517" w:rsidRPr="009A4D93" w:rsidRDefault="00403517" w:rsidP="009A4D93">
      <w:pPr>
        <w:widowControl/>
        <w:numPr>
          <w:ilvl w:val="0"/>
          <w:numId w:val="4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0" type="#_x0000_t75" style="width:20.25pt;height:20.25pt">
            <v:imagedata r:id="rId9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55</w:t>
      </w:r>
    </w:p>
    <w:p w:rsidR="00403517" w:rsidRPr="009A4D93" w:rsidRDefault="00403517" w:rsidP="009A4D93">
      <w:pPr>
        <w:widowControl/>
        <w:numPr>
          <w:ilvl w:val="0"/>
          <w:numId w:val="4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1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60</w:t>
      </w:r>
    </w:p>
    <w:p w:rsidR="00403517" w:rsidRPr="009A4D93" w:rsidRDefault="00403517" w:rsidP="009A4D93">
      <w:pPr>
        <w:widowControl/>
        <w:numPr>
          <w:ilvl w:val="0"/>
          <w:numId w:val="4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2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58</w:t>
      </w:r>
    </w:p>
    <w:p w:rsidR="00403517" w:rsidRPr="009A4D93" w:rsidRDefault="00403517" w:rsidP="009A4D93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A4D93" w:rsidRDefault="00403517" w:rsidP="009A4D9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、立法法规定，关于税收的规定只能制定（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）加以规定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A4D93" w:rsidRDefault="00403517" w:rsidP="009A4D93">
      <w:pPr>
        <w:widowControl/>
        <w:numPr>
          <w:ilvl w:val="0"/>
          <w:numId w:val="4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3" type="#_x0000_t75" style="width:20.25pt;height:20.25pt">
            <v:imagedata r:id="rId9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、法律</w:t>
      </w:r>
    </w:p>
    <w:p w:rsidR="00403517" w:rsidRPr="009A4D93" w:rsidRDefault="00403517" w:rsidP="009A4D93">
      <w:pPr>
        <w:widowControl/>
        <w:numPr>
          <w:ilvl w:val="0"/>
          <w:numId w:val="4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4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、宪法</w:t>
      </w:r>
    </w:p>
    <w:p w:rsidR="00403517" w:rsidRPr="009A4D93" w:rsidRDefault="00403517" w:rsidP="009A4D93">
      <w:pPr>
        <w:widowControl/>
        <w:numPr>
          <w:ilvl w:val="0"/>
          <w:numId w:val="4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5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、行政法规</w:t>
      </w:r>
    </w:p>
    <w:p w:rsidR="00403517" w:rsidRPr="009A4D93" w:rsidRDefault="00403517" w:rsidP="009A4D93">
      <w:pPr>
        <w:widowControl/>
        <w:numPr>
          <w:ilvl w:val="0"/>
          <w:numId w:val="4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6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、公法</w:t>
      </w:r>
    </w:p>
    <w:p w:rsidR="00403517" w:rsidRPr="009A4D93" w:rsidRDefault="00403517" w:rsidP="009A4D93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A4D93" w:rsidRDefault="00403517" w:rsidP="009A4D9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、我国现行《立法法》是（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）年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月由九届全国人大三次会议通过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A4D93" w:rsidRDefault="00403517" w:rsidP="009A4D93">
      <w:pPr>
        <w:widowControl/>
        <w:numPr>
          <w:ilvl w:val="0"/>
          <w:numId w:val="4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7" type="#_x0000_t75" style="width:20.25pt;height:20.25pt">
            <v:imagedata r:id="rId9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2000 </w:t>
      </w:r>
    </w:p>
    <w:p w:rsidR="00403517" w:rsidRPr="009A4D93" w:rsidRDefault="00403517" w:rsidP="009A4D93">
      <w:pPr>
        <w:widowControl/>
        <w:numPr>
          <w:ilvl w:val="0"/>
          <w:numId w:val="4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8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2015</w:t>
      </w:r>
    </w:p>
    <w:p w:rsidR="00403517" w:rsidRPr="009A4D93" w:rsidRDefault="00403517" w:rsidP="009A4D93">
      <w:pPr>
        <w:widowControl/>
        <w:numPr>
          <w:ilvl w:val="0"/>
          <w:numId w:val="4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199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2014 </w:t>
      </w:r>
    </w:p>
    <w:p w:rsidR="00403517" w:rsidRPr="009A4D93" w:rsidRDefault="00403517" w:rsidP="009A4D93">
      <w:pPr>
        <w:widowControl/>
        <w:numPr>
          <w:ilvl w:val="0"/>
          <w:numId w:val="4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0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2013</w:t>
      </w:r>
    </w:p>
    <w:p w:rsidR="00403517" w:rsidRPr="009A4D93" w:rsidRDefault="00403517" w:rsidP="009A4D9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、为了分享反恐资讯，国家反恐怖主义工作领导机构建立国家反恐怖主义（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A4D93" w:rsidRDefault="00403517" w:rsidP="009A4D93">
      <w:pPr>
        <w:widowControl/>
        <w:numPr>
          <w:ilvl w:val="0"/>
          <w:numId w:val="4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1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、信息中心</w:t>
      </w:r>
    </w:p>
    <w:p w:rsidR="00403517" w:rsidRPr="009A4D93" w:rsidRDefault="00403517" w:rsidP="009A4D93">
      <w:pPr>
        <w:widowControl/>
        <w:numPr>
          <w:ilvl w:val="0"/>
          <w:numId w:val="4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2" type="#_x0000_t75" style="width:20.25pt;height:20.25pt">
            <v:imagedata r:id="rId9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、情报中心</w:t>
      </w:r>
    </w:p>
    <w:p w:rsidR="00403517" w:rsidRPr="009A4D93" w:rsidRDefault="00403517" w:rsidP="009A4D93">
      <w:pPr>
        <w:widowControl/>
        <w:numPr>
          <w:ilvl w:val="0"/>
          <w:numId w:val="4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3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、指挥中心</w:t>
      </w:r>
    </w:p>
    <w:p w:rsidR="00403517" w:rsidRPr="009A4D93" w:rsidRDefault="00403517" w:rsidP="009A4D93">
      <w:pPr>
        <w:widowControl/>
        <w:numPr>
          <w:ilvl w:val="0"/>
          <w:numId w:val="4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4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、调度中心</w:t>
      </w:r>
    </w:p>
    <w:p w:rsidR="00403517" w:rsidRPr="009A4D93" w:rsidRDefault="00403517" w:rsidP="009A4D93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A4D93" w:rsidRDefault="00403517" w:rsidP="009A4D9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、反恐法规定，在紧急情况下或者警告后可能导致更为严重的危害后果的，可以直接使用（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A4D93" w:rsidRDefault="00403517" w:rsidP="009A4D93">
      <w:pPr>
        <w:widowControl/>
        <w:numPr>
          <w:ilvl w:val="0"/>
          <w:numId w:val="4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5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、警棍</w:t>
      </w:r>
    </w:p>
    <w:p w:rsidR="00403517" w:rsidRPr="009A4D93" w:rsidRDefault="00403517" w:rsidP="009A4D93">
      <w:pPr>
        <w:widowControl/>
        <w:numPr>
          <w:ilvl w:val="0"/>
          <w:numId w:val="4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6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、刀具</w:t>
      </w:r>
    </w:p>
    <w:p w:rsidR="00403517" w:rsidRPr="009A4D93" w:rsidRDefault="00403517" w:rsidP="009A4D93">
      <w:pPr>
        <w:widowControl/>
        <w:numPr>
          <w:ilvl w:val="0"/>
          <w:numId w:val="4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7" type="#_x0000_t75" style="width:20.25pt;height:20.25pt">
            <v:imagedata r:id="rId9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、武器</w:t>
      </w:r>
    </w:p>
    <w:p w:rsidR="00403517" w:rsidRPr="009A4D93" w:rsidRDefault="00403517" w:rsidP="009A4D93">
      <w:pPr>
        <w:widowControl/>
        <w:numPr>
          <w:ilvl w:val="0"/>
          <w:numId w:val="4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8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、盾牌</w:t>
      </w:r>
    </w:p>
    <w:p w:rsidR="00403517" w:rsidRPr="009A4D93" w:rsidRDefault="00403517" w:rsidP="009A4D93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A4D93" w:rsidRDefault="00403517" w:rsidP="009A4D9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、领导国家反恐工作的最高机构是（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A4D9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A4D9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A4D93" w:rsidRDefault="00403517" w:rsidP="009A4D93">
      <w:pPr>
        <w:widowControl/>
        <w:numPr>
          <w:ilvl w:val="0"/>
          <w:numId w:val="4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09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、中央政治局常委</w:t>
      </w:r>
    </w:p>
    <w:p w:rsidR="00403517" w:rsidRPr="009A4D93" w:rsidRDefault="00403517" w:rsidP="009A4D93">
      <w:pPr>
        <w:widowControl/>
        <w:numPr>
          <w:ilvl w:val="0"/>
          <w:numId w:val="4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0" type="#_x0000_t75" style="width:20.25pt;height:20.25pt">
            <v:imagedata r:id="rId9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、国家反恐领导小组</w:t>
      </w:r>
    </w:p>
    <w:p w:rsidR="00403517" w:rsidRPr="009A4D93" w:rsidRDefault="00403517" w:rsidP="009A4D93">
      <w:pPr>
        <w:widowControl/>
        <w:numPr>
          <w:ilvl w:val="0"/>
          <w:numId w:val="4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1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、公安部</w:t>
      </w:r>
    </w:p>
    <w:p w:rsidR="00403517" w:rsidRPr="009A4D93" w:rsidRDefault="00403517" w:rsidP="009A4D93">
      <w:pPr>
        <w:widowControl/>
        <w:numPr>
          <w:ilvl w:val="0"/>
          <w:numId w:val="4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2" type="#_x0000_t75" style="width:20.25pt;height:20.25pt">
            <v:imagedata r:id="rId10" o:title=""/>
          </v:shape>
        </w:pict>
      </w:r>
      <w:r w:rsidRPr="009A4D9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9A4D9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、中央政法委</w:t>
      </w:r>
    </w:p>
    <w:p w:rsidR="00403517" w:rsidRPr="000A1B2E" w:rsidRDefault="00403517" w:rsidP="000A1B2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、大气污染防治法规定国家建立重点区域大气污染（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）机制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0A1B2E" w:rsidRDefault="00403517" w:rsidP="000A1B2E">
      <w:pPr>
        <w:widowControl/>
        <w:numPr>
          <w:ilvl w:val="0"/>
          <w:numId w:val="4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3" type="#_x0000_t75" style="width:20.25pt;height:20.25pt">
            <v:imagedata r:id="rId10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、分工协作</w:t>
      </w:r>
    </w:p>
    <w:p w:rsidR="00403517" w:rsidRPr="000A1B2E" w:rsidRDefault="00403517" w:rsidP="000A1B2E">
      <w:pPr>
        <w:widowControl/>
        <w:numPr>
          <w:ilvl w:val="0"/>
          <w:numId w:val="4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4" type="#_x0000_t75" style="width:20.25pt;height:20.25pt">
            <v:imagedata r:id="rId10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、相互通报</w:t>
      </w:r>
    </w:p>
    <w:p w:rsidR="00403517" w:rsidRPr="000A1B2E" w:rsidRDefault="00403517" w:rsidP="000A1B2E">
      <w:pPr>
        <w:widowControl/>
        <w:numPr>
          <w:ilvl w:val="0"/>
          <w:numId w:val="4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5" type="#_x0000_t75" style="width:20.25pt;height:20.25pt">
            <v:imagedata r:id="rId10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、信息共享</w:t>
      </w:r>
    </w:p>
    <w:p w:rsidR="00403517" w:rsidRPr="000A1B2E" w:rsidRDefault="00403517" w:rsidP="000A1B2E">
      <w:pPr>
        <w:widowControl/>
        <w:numPr>
          <w:ilvl w:val="0"/>
          <w:numId w:val="4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6" type="#_x0000_t75" style="width:20.25pt;height:20.25pt">
            <v:imagedata r:id="rId9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、联防联控</w:t>
      </w:r>
    </w:p>
    <w:p w:rsidR="00403517" w:rsidRPr="000A1B2E" w:rsidRDefault="00403517" w:rsidP="000A1B2E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0A1B2E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0A1B2E" w:rsidRDefault="00403517" w:rsidP="000A1B2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、新的大气污染防治法将排放总量控制和排污许可由两控区扩大至（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0A1B2E" w:rsidRDefault="00403517" w:rsidP="000A1B2E">
      <w:pPr>
        <w:widowControl/>
        <w:numPr>
          <w:ilvl w:val="0"/>
          <w:numId w:val="4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7" type="#_x0000_t75" style="width:20.25pt;height:20.25pt">
            <v:imagedata r:id="rId10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、所有城市</w:t>
      </w:r>
    </w:p>
    <w:p w:rsidR="00403517" w:rsidRPr="000A1B2E" w:rsidRDefault="00403517" w:rsidP="000A1B2E">
      <w:pPr>
        <w:widowControl/>
        <w:numPr>
          <w:ilvl w:val="0"/>
          <w:numId w:val="4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8" type="#_x0000_t75" style="width:20.25pt;height:20.25pt">
            <v:imagedata r:id="rId10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、所有污染区</w:t>
      </w:r>
    </w:p>
    <w:p w:rsidR="00403517" w:rsidRPr="000A1B2E" w:rsidRDefault="00403517" w:rsidP="000A1B2E">
      <w:pPr>
        <w:widowControl/>
        <w:numPr>
          <w:ilvl w:val="0"/>
          <w:numId w:val="4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19" type="#_x0000_t75" style="width:20.25pt;height:20.25pt">
            <v:imagedata r:id="rId10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、海洋</w:t>
      </w:r>
    </w:p>
    <w:p w:rsidR="00403517" w:rsidRPr="000A1B2E" w:rsidRDefault="00403517" w:rsidP="000A1B2E">
      <w:pPr>
        <w:widowControl/>
        <w:numPr>
          <w:ilvl w:val="0"/>
          <w:numId w:val="4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0" type="#_x0000_t75" style="width:20.25pt;height:20.25pt">
            <v:imagedata r:id="rId9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、全国</w:t>
      </w:r>
    </w:p>
    <w:p w:rsidR="00403517" w:rsidRPr="000A1B2E" w:rsidRDefault="00403517" w:rsidP="000A1B2E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0A1B2E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0A1B2E" w:rsidRDefault="00403517" w:rsidP="000A1B2E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、新修订的大气污染防治法于（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）年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月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日起施行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0A1B2E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0A1B2E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0A1B2E" w:rsidRDefault="00403517" w:rsidP="000A1B2E">
      <w:pPr>
        <w:widowControl/>
        <w:numPr>
          <w:ilvl w:val="0"/>
          <w:numId w:val="5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1" type="#_x0000_t75" style="width:20.25pt;height:20.25pt">
            <v:imagedata r:id="rId10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2014</w:t>
      </w:r>
    </w:p>
    <w:p w:rsidR="00403517" w:rsidRPr="000A1B2E" w:rsidRDefault="00403517" w:rsidP="000A1B2E">
      <w:pPr>
        <w:widowControl/>
        <w:numPr>
          <w:ilvl w:val="0"/>
          <w:numId w:val="5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2" type="#_x0000_t75" style="width:20.25pt;height:20.25pt">
            <v:imagedata r:id="rId10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2015 </w:t>
      </w:r>
    </w:p>
    <w:p w:rsidR="00403517" w:rsidRPr="000A1B2E" w:rsidRDefault="00403517" w:rsidP="000A1B2E">
      <w:pPr>
        <w:widowControl/>
        <w:numPr>
          <w:ilvl w:val="0"/>
          <w:numId w:val="5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3" type="#_x0000_t75" style="width:20.25pt;height:20.25pt">
            <v:imagedata r:id="rId9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2016</w:t>
      </w:r>
    </w:p>
    <w:p w:rsidR="00403517" w:rsidRPr="000A1B2E" w:rsidRDefault="00403517" w:rsidP="000A1B2E">
      <w:pPr>
        <w:widowControl/>
        <w:numPr>
          <w:ilvl w:val="0"/>
          <w:numId w:val="5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4" type="#_x0000_t75" style="width:20.25pt;height:20.25pt">
            <v:imagedata r:id="rId10" o:title=""/>
          </v:shape>
        </w:pic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0A1B2E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0A1B2E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2013</w:t>
      </w:r>
    </w:p>
    <w:p w:rsidR="00403517" w:rsidRPr="00322E5B" w:rsidRDefault="00403517" w:rsidP="00322E5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、宪法规定，国家主席有权决定特赦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322E5B" w:rsidRDefault="00403517" w:rsidP="00322E5B">
      <w:pPr>
        <w:widowControl/>
        <w:numPr>
          <w:ilvl w:val="0"/>
          <w:numId w:val="5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5" type="#_x0000_t75" style="width:20.25pt;height:20.25pt">
            <v:imagedata r:id="rId10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322E5B" w:rsidRDefault="00403517" w:rsidP="00322E5B">
      <w:pPr>
        <w:widowControl/>
        <w:numPr>
          <w:ilvl w:val="0"/>
          <w:numId w:val="5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6" type="#_x0000_t75" style="width:20.25pt;height:20.25pt">
            <v:imagedata r:id="rId9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322E5B" w:rsidRDefault="00403517" w:rsidP="00322E5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322E5B" w:rsidRDefault="00403517" w:rsidP="00322E5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、新中国成立后，我国共实行了八次特赦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322E5B" w:rsidRDefault="00403517" w:rsidP="00322E5B">
      <w:pPr>
        <w:widowControl/>
        <w:numPr>
          <w:ilvl w:val="0"/>
          <w:numId w:val="5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7" type="#_x0000_t75" style="width:20.25pt;height:20.25pt">
            <v:imagedata r:id="rId9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322E5B" w:rsidRDefault="00403517" w:rsidP="00322E5B">
      <w:pPr>
        <w:widowControl/>
        <w:numPr>
          <w:ilvl w:val="0"/>
          <w:numId w:val="5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8" type="#_x0000_t75" style="width:20.25pt;height:20.25pt">
            <v:imagedata r:id="rId10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322E5B" w:rsidRDefault="00403517" w:rsidP="00322E5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322E5B" w:rsidRDefault="00403517" w:rsidP="00322E5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、为纪念抗战胜利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70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周年，对年满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75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周岁的罪犯予以特赦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322E5B" w:rsidRDefault="00403517" w:rsidP="00322E5B">
      <w:pPr>
        <w:widowControl/>
        <w:numPr>
          <w:ilvl w:val="0"/>
          <w:numId w:val="5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29" type="#_x0000_t75" style="width:20.25pt;height:20.25pt">
            <v:imagedata r:id="rId10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322E5B" w:rsidRDefault="00403517" w:rsidP="00322E5B">
      <w:pPr>
        <w:widowControl/>
        <w:numPr>
          <w:ilvl w:val="0"/>
          <w:numId w:val="5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0" type="#_x0000_t75" style="width:20.25pt;height:20.25pt">
            <v:imagedata r:id="rId9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322E5B" w:rsidRDefault="00403517" w:rsidP="00322E5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、非法猎捕、杀害国家重点保护的珍贵、濒危野生动物罪中，“隼类”达到“情节严重”的标准是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6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只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322E5B" w:rsidRDefault="00403517" w:rsidP="00322E5B">
      <w:pPr>
        <w:widowControl/>
        <w:numPr>
          <w:ilvl w:val="0"/>
          <w:numId w:val="5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1" type="#_x0000_t75" style="width:20.25pt;height:20.25pt">
            <v:imagedata r:id="rId9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322E5B" w:rsidRDefault="00403517" w:rsidP="00322E5B">
      <w:pPr>
        <w:widowControl/>
        <w:numPr>
          <w:ilvl w:val="0"/>
          <w:numId w:val="5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2" type="#_x0000_t75" style="width:20.25pt;height:20.25pt">
            <v:imagedata r:id="rId10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322E5B" w:rsidRDefault="00403517" w:rsidP="00322E5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322E5B" w:rsidRDefault="00403517" w:rsidP="00322E5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、非法猎捕、杀害国家重点保护的珍贵、濒危野生动物，情节特别严重的，处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10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年以上有期徒刑，并处罚金和没收财产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322E5B" w:rsidRDefault="00403517" w:rsidP="00322E5B">
      <w:pPr>
        <w:widowControl/>
        <w:numPr>
          <w:ilvl w:val="0"/>
          <w:numId w:val="5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3" type="#_x0000_t75" style="width:20.25pt;height:20.25pt">
            <v:imagedata r:id="rId10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322E5B" w:rsidRDefault="00403517" w:rsidP="00322E5B">
      <w:pPr>
        <w:widowControl/>
        <w:numPr>
          <w:ilvl w:val="0"/>
          <w:numId w:val="5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4" type="#_x0000_t75" style="width:20.25pt;height:20.25pt">
            <v:imagedata r:id="rId9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322E5B" w:rsidRDefault="00403517" w:rsidP="00322E5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322E5B" w:rsidRDefault="00403517" w:rsidP="00322E5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、非法猎捕、杀害国家重点保护的珍贵、濒危野生动物，情节特别严重的，处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5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年以上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10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年以下有期徒刑，并处罚金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322E5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322E5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322E5B" w:rsidRDefault="00403517" w:rsidP="00322E5B">
      <w:pPr>
        <w:widowControl/>
        <w:numPr>
          <w:ilvl w:val="0"/>
          <w:numId w:val="5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5" type="#_x0000_t75" style="width:20.25pt;height:20.25pt">
            <v:imagedata r:id="rId9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322E5B" w:rsidRDefault="00403517" w:rsidP="00322E5B">
      <w:pPr>
        <w:widowControl/>
        <w:numPr>
          <w:ilvl w:val="0"/>
          <w:numId w:val="5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6" type="#_x0000_t75" style="width:20.25pt;height:20.25pt">
            <v:imagedata r:id="rId10" o:title=""/>
          </v:shape>
        </w:pict>
      </w:r>
      <w:r w:rsidRPr="00322E5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322E5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2041BF" w:rsidRDefault="00403517" w:rsidP="002041B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、国家安全法规定每年的（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）为全民国家安全教育日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041BF" w:rsidRDefault="00403517" w:rsidP="002041BF">
      <w:pPr>
        <w:widowControl/>
        <w:numPr>
          <w:ilvl w:val="0"/>
          <w:numId w:val="5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7" type="#_x0000_t75" style="width:20.25pt;height:20.25pt">
            <v:imagedata r:id="rId10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月</w: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15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日</w:t>
      </w:r>
    </w:p>
    <w:p w:rsidR="00403517" w:rsidRPr="002041BF" w:rsidRDefault="00403517" w:rsidP="002041BF">
      <w:pPr>
        <w:widowControl/>
        <w:numPr>
          <w:ilvl w:val="0"/>
          <w:numId w:val="5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8" type="#_x0000_t75" style="width:20.25pt;height:20.25pt">
            <v:imagedata r:id="rId9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月</w: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15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日</w:t>
      </w:r>
    </w:p>
    <w:p w:rsidR="00403517" w:rsidRPr="002041BF" w:rsidRDefault="00403517" w:rsidP="002041BF">
      <w:pPr>
        <w:widowControl/>
        <w:numPr>
          <w:ilvl w:val="0"/>
          <w:numId w:val="5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39" type="#_x0000_t75" style="width:20.25pt;height:20.25pt">
            <v:imagedata r:id="rId10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月</w: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15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日</w:t>
      </w:r>
    </w:p>
    <w:p w:rsidR="00403517" w:rsidRPr="002041BF" w:rsidRDefault="00403517" w:rsidP="002041BF">
      <w:pPr>
        <w:widowControl/>
        <w:numPr>
          <w:ilvl w:val="0"/>
          <w:numId w:val="5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0" type="#_x0000_t75" style="width:20.25pt;height:20.25pt">
            <v:imagedata r:id="rId10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6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月</w: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15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日</w:t>
      </w:r>
    </w:p>
    <w:p w:rsidR="00403517" w:rsidRPr="002041BF" w:rsidRDefault="00403517" w:rsidP="002041B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041B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041BF" w:rsidRDefault="00403517" w:rsidP="002041B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2014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年中共中央成立的（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）是国家安全事务决策和协调的中枢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041BF" w:rsidRDefault="00403517" w:rsidP="002041BF">
      <w:pPr>
        <w:widowControl/>
        <w:numPr>
          <w:ilvl w:val="0"/>
          <w:numId w:val="5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1" type="#_x0000_t75" style="width:20.25pt;height:20.25pt">
            <v:imagedata r:id="rId9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、国家安全委员会</w:t>
      </w:r>
    </w:p>
    <w:p w:rsidR="00403517" w:rsidRPr="002041BF" w:rsidRDefault="00403517" w:rsidP="002041BF">
      <w:pPr>
        <w:widowControl/>
        <w:numPr>
          <w:ilvl w:val="0"/>
          <w:numId w:val="5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2" type="#_x0000_t75" style="width:20.25pt;height:20.25pt">
            <v:imagedata r:id="rId10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、国家政策委员会</w:t>
      </w:r>
    </w:p>
    <w:p w:rsidR="00403517" w:rsidRPr="002041BF" w:rsidRDefault="00403517" w:rsidP="002041BF">
      <w:pPr>
        <w:widowControl/>
        <w:numPr>
          <w:ilvl w:val="0"/>
          <w:numId w:val="5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3" type="#_x0000_t75" style="width:20.25pt;height:20.25pt">
            <v:imagedata r:id="rId10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、国家安全事务小组</w:t>
      </w:r>
    </w:p>
    <w:p w:rsidR="00403517" w:rsidRPr="002041BF" w:rsidRDefault="00403517" w:rsidP="002041BF">
      <w:pPr>
        <w:widowControl/>
        <w:numPr>
          <w:ilvl w:val="0"/>
          <w:numId w:val="5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4" type="#_x0000_t75" style="width:20.25pt;height:20.25pt">
            <v:imagedata r:id="rId10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、国家安全领导机构</w:t>
      </w:r>
    </w:p>
    <w:p w:rsidR="00403517" w:rsidRPr="002041BF" w:rsidRDefault="00403517" w:rsidP="002041B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041B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041BF" w:rsidRDefault="00403517" w:rsidP="002041B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、国家安全法以（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）国家安全观作为指导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041B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041B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041BF" w:rsidRDefault="00403517" w:rsidP="002041BF">
      <w:pPr>
        <w:widowControl/>
        <w:numPr>
          <w:ilvl w:val="0"/>
          <w:numId w:val="5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5" type="#_x0000_t75" style="width:20.25pt;height:20.25pt">
            <v:imagedata r:id="rId10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、最高</w:t>
      </w:r>
    </w:p>
    <w:p w:rsidR="00403517" w:rsidRPr="002041BF" w:rsidRDefault="00403517" w:rsidP="002041BF">
      <w:pPr>
        <w:widowControl/>
        <w:numPr>
          <w:ilvl w:val="0"/>
          <w:numId w:val="5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6" type="#_x0000_t75" style="width:20.25pt;height:20.25pt">
            <v:imagedata r:id="rId9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、总体</w:t>
      </w:r>
    </w:p>
    <w:p w:rsidR="00403517" w:rsidRPr="002041BF" w:rsidRDefault="00403517" w:rsidP="002041BF">
      <w:pPr>
        <w:widowControl/>
        <w:numPr>
          <w:ilvl w:val="0"/>
          <w:numId w:val="5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7" type="#_x0000_t75" style="width:20.25pt;height:20.25pt">
            <v:imagedata r:id="rId10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、全部</w:t>
      </w:r>
    </w:p>
    <w:p w:rsidR="00403517" w:rsidRPr="002041BF" w:rsidRDefault="00403517" w:rsidP="002041BF">
      <w:pPr>
        <w:widowControl/>
        <w:numPr>
          <w:ilvl w:val="0"/>
          <w:numId w:val="5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8" type="#_x0000_t75" style="width:20.25pt;height:20.25pt">
            <v:imagedata r:id="rId10" o:title=""/>
          </v:shape>
        </w:pict>
      </w:r>
      <w:r w:rsidRPr="002041B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041B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、重点</w:t>
      </w:r>
    </w:p>
    <w:p w:rsidR="00403517" w:rsidRPr="002105DC" w:rsidRDefault="00403517" w:rsidP="002105D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、针对幼女的性犯罪，刑法修正案（九）规定以（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）论，从重处罚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05DC" w:rsidRDefault="00403517" w:rsidP="002105DC">
      <w:pPr>
        <w:widowControl/>
        <w:numPr>
          <w:ilvl w:val="0"/>
          <w:numId w:val="6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49" type="#_x0000_t75" style="width:20.25pt;height:20.25pt">
            <v:imagedata r:id="rId9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、强奸</w:t>
      </w:r>
    </w:p>
    <w:p w:rsidR="00403517" w:rsidRPr="002105DC" w:rsidRDefault="00403517" w:rsidP="002105DC">
      <w:pPr>
        <w:widowControl/>
        <w:numPr>
          <w:ilvl w:val="0"/>
          <w:numId w:val="6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0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、嫖宿幼女罪</w:t>
      </w:r>
    </w:p>
    <w:p w:rsidR="00403517" w:rsidRPr="002105DC" w:rsidRDefault="00403517" w:rsidP="002105DC">
      <w:pPr>
        <w:widowControl/>
        <w:numPr>
          <w:ilvl w:val="0"/>
          <w:numId w:val="6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1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、通奸</w:t>
      </w:r>
    </w:p>
    <w:p w:rsidR="00403517" w:rsidRPr="002105DC" w:rsidRDefault="00403517" w:rsidP="002105DC">
      <w:pPr>
        <w:widowControl/>
        <w:numPr>
          <w:ilvl w:val="0"/>
          <w:numId w:val="6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2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、猥亵幼女</w:t>
      </w:r>
    </w:p>
    <w:p w:rsidR="00403517" w:rsidRPr="002105DC" w:rsidRDefault="00403517" w:rsidP="002105DC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05DC" w:rsidRDefault="00403517" w:rsidP="002105D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、刑法修正案（九）规定对收买被拐卖的妇女儿童的，可以从轻、减轻或者（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05DC" w:rsidRDefault="00403517" w:rsidP="002105DC">
      <w:pPr>
        <w:widowControl/>
        <w:numPr>
          <w:ilvl w:val="0"/>
          <w:numId w:val="6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3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、宣判无罪</w:t>
      </w:r>
    </w:p>
    <w:p w:rsidR="00403517" w:rsidRPr="002105DC" w:rsidRDefault="00403517" w:rsidP="002105DC">
      <w:pPr>
        <w:widowControl/>
        <w:numPr>
          <w:ilvl w:val="0"/>
          <w:numId w:val="6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4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、缓刑</w:t>
      </w:r>
    </w:p>
    <w:p w:rsidR="00403517" w:rsidRPr="002105DC" w:rsidRDefault="00403517" w:rsidP="002105DC">
      <w:pPr>
        <w:widowControl/>
        <w:numPr>
          <w:ilvl w:val="0"/>
          <w:numId w:val="6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5" type="#_x0000_t75" style="width:20.25pt;height:20.25pt">
            <v:imagedata r:id="rId9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、免除处罚</w:t>
      </w:r>
    </w:p>
    <w:p w:rsidR="00403517" w:rsidRPr="002105DC" w:rsidRDefault="00403517" w:rsidP="002105DC">
      <w:pPr>
        <w:widowControl/>
        <w:numPr>
          <w:ilvl w:val="0"/>
          <w:numId w:val="6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6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、不再处罚</w:t>
      </w:r>
    </w:p>
    <w:p w:rsidR="00403517" w:rsidRPr="002105DC" w:rsidRDefault="00403517" w:rsidP="002105DC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05DC" w:rsidRDefault="00403517" w:rsidP="002105D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、刑法修正案（九）一共取消了（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）项死刑罪名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05DC" w:rsidRDefault="00403517" w:rsidP="002105DC">
      <w:pPr>
        <w:widowControl/>
        <w:numPr>
          <w:ilvl w:val="0"/>
          <w:numId w:val="6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7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6</w:t>
      </w:r>
    </w:p>
    <w:p w:rsidR="00403517" w:rsidRPr="002105DC" w:rsidRDefault="00403517" w:rsidP="002105DC">
      <w:pPr>
        <w:widowControl/>
        <w:numPr>
          <w:ilvl w:val="0"/>
          <w:numId w:val="6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8" type="#_x0000_t75" style="width:20.25pt;height:20.25pt">
            <v:imagedata r:id="rId9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9</w:t>
      </w:r>
    </w:p>
    <w:p w:rsidR="00403517" w:rsidRPr="002105DC" w:rsidRDefault="00403517" w:rsidP="002105DC">
      <w:pPr>
        <w:widowControl/>
        <w:numPr>
          <w:ilvl w:val="0"/>
          <w:numId w:val="6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59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8</w:t>
      </w:r>
    </w:p>
    <w:p w:rsidR="00403517" w:rsidRPr="002105DC" w:rsidRDefault="00403517" w:rsidP="002105DC">
      <w:pPr>
        <w:widowControl/>
        <w:numPr>
          <w:ilvl w:val="0"/>
          <w:numId w:val="6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0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</w: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10</w:t>
      </w:r>
    </w:p>
    <w:p w:rsidR="00403517" w:rsidRPr="002105DC" w:rsidRDefault="00403517" w:rsidP="002105D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、物权法司法解释是由（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）发布的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05DC" w:rsidRDefault="00403517" w:rsidP="002105DC">
      <w:pPr>
        <w:widowControl/>
        <w:numPr>
          <w:ilvl w:val="0"/>
          <w:numId w:val="6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1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、全国人大常委会</w:t>
      </w:r>
    </w:p>
    <w:p w:rsidR="00403517" w:rsidRPr="002105DC" w:rsidRDefault="00403517" w:rsidP="002105DC">
      <w:pPr>
        <w:widowControl/>
        <w:numPr>
          <w:ilvl w:val="0"/>
          <w:numId w:val="6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2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、国务院</w: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 </w:t>
      </w:r>
    </w:p>
    <w:p w:rsidR="00403517" w:rsidRPr="002105DC" w:rsidRDefault="00403517" w:rsidP="002105DC">
      <w:pPr>
        <w:widowControl/>
        <w:numPr>
          <w:ilvl w:val="0"/>
          <w:numId w:val="6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3" type="#_x0000_t75" style="width:20.25pt;height:20.25pt">
            <v:imagedata r:id="rId9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、最高人民法院</w: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 </w:t>
      </w:r>
    </w:p>
    <w:p w:rsidR="00403517" w:rsidRPr="002105DC" w:rsidRDefault="00403517" w:rsidP="002105DC">
      <w:pPr>
        <w:widowControl/>
        <w:numPr>
          <w:ilvl w:val="0"/>
          <w:numId w:val="6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4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、最高人民检察院</w:t>
      </w:r>
    </w:p>
    <w:p w:rsidR="00403517" w:rsidRPr="002105DC" w:rsidRDefault="00403517" w:rsidP="002105DC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05DC" w:rsidRDefault="00403517" w:rsidP="002105D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、根据物权法司法解释，购房后办理了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( 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），可以防止开发商一房二卖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05DC" w:rsidRDefault="00403517" w:rsidP="002105DC">
      <w:pPr>
        <w:widowControl/>
        <w:numPr>
          <w:ilvl w:val="0"/>
          <w:numId w:val="6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5" type="#_x0000_t75" style="width:20.25pt;height:20.25pt">
            <v:imagedata r:id="rId9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、预告登记</w:t>
      </w:r>
    </w:p>
    <w:p w:rsidR="00403517" w:rsidRPr="002105DC" w:rsidRDefault="00403517" w:rsidP="002105DC">
      <w:pPr>
        <w:widowControl/>
        <w:numPr>
          <w:ilvl w:val="0"/>
          <w:numId w:val="6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6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、公证</w: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 xml:space="preserve"> </w:t>
      </w:r>
    </w:p>
    <w:p w:rsidR="00403517" w:rsidRPr="002105DC" w:rsidRDefault="00403517" w:rsidP="002105DC">
      <w:pPr>
        <w:widowControl/>
        <w:numPr>
          <w:ilvl w:val="0"/>
          <w:numId w:val="6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7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、产权证</w:t>
      </w:r>
    </w:p>
    <w:p w:rsidR="00403517" w:rsidRPr="002105DC" w:rsidRDefault="00403517" w:rsidP="002105DC">
      <w:pPr>
        <w:widowControl/>
        <w:numPr>
          <w:ilvl w:val="0"/>
          <w:numId w:val="6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8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、国土使用证</w:t>
      </w:r>
    </w:p>
    <w:p w:rsidR="00403517" w:rsidRPr="002105DC" w:rsidRDefault="00403517" w:rsidP="002105DC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05DC" w:rsidRDefault="00403517" w:rsidP="002105DC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、我国关于物权的第一部基本法律是（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 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），于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2007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10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月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日起施行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05DC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05DC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05DC" w:rsidRDefault="00403517" w:rsidP="002105DC">
      <w:pPr>
        <w:widowControl/>
        <w:numPr>
          <w:ilvl w:val="0"/>
          <w:numId w:val="6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69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、民法通则</w:t>
      </w:r>
    </w:p>
    <w:p w:rsidR="00403517" w:rsidRPr="002105DC" w:rsidRDefault="00403517" w:rsidP="002105DC">
      <w:pPr>
        <w:widowControl/>
        <w:numPr>
          <w:ilvl w:val="0"/>
          <w:numId w:val="6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0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、财产登记法</w:t>
      </w:r>
    </w:p>
    <w:p w:rsidR="00403517" w:rsidRPr="002105DC" w:rsidRDefault="00403517" w:rsidP="002105DC">
      <w:pPr>
        <w:widowControl/>
        <w:numPr>
          <w:ilvl w:val="0"/>
          <w:numId w:val="6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1" type="#_x0000_t75" style="width:20.25pt;height:20.25pt">
            <v:imagedata r:id="rId10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3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、商法</w:t>
      </w:r>
    </w:p>
    <w:p w:rsidR="00403517" w:rsidRPr="002105DC" w:rsidRDefault="00403517" w:rsidP="002105DC">
      <w:pPr>
        <w:widowControl/>
        <w:numPr>
          <w:ilvl w:val="0"/>
          <w:numId w:val="6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2" type="#_x0000_t75" style="width:20.25pt;height:20.25pt">
            <v:imagedata r:id="rId9" o:title=""/>
          </v:shape>
        </w:pict>
      </w:r>
      <w:r w:rsidRPr="002105DC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4</w:t>
      </w:r>
      <w:r w:rsidRPr="002105DC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、物权法</w:t>
      </w:r>
    </w:p>
    <w:p w:rsidR="00403517" w:rsidRPr="007D207B" w:rsidRDefault="00403517" w:rsidP="007D207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、凡在中华人民共和国船舶或航空器内犯罪的，均适用我国刑法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7D207B" w:rsidRDefault="00403517" w:rsidP="007D207B">
      <w:pPr>
        <w:widowControl/>
        <w:numPr>
          <w:ilvl w:val="0"/>
          <w:numId w:val="6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3" type="#_x0000_t75" style="width:20.25pt;height:20.25pt">
            <v:imagedata r:id="rId9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7D207B" w:rsidRDefault="00403517" w:rsidP="007D207B">
      <w:pPr>
        <w:widowControl/>
        <w:numPr>
          <w:ilvl w:val="0"/>
          <w:numId w:val="6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4" type="#_x0000_t75" style="width:20.25pt;height:20.25pt">
            <v:imagedata r:id="rId10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7D207B" w:rsidRDefault="00403517" w:rsidP="007D207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7D207B" w:rsidRDefault="00403517" w:rsidP="007D207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2015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9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月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18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日，潜逃美国的杨进军被遣返回国，这是美国首次向中国遣返罪犯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7D207B" w:rsidRDefault="00403517" w:rsidP="007D207B">
      <w:pPr>
        <w:widowControl/>
        <w:numPr>
          <w:ilvl w:val="0"/>
          <w:numId w:val="6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5" type="#_x0000_t75" style="width:20.25pt;height:20.25pt">
            <v:imagedata r:id="rId10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7D207B" w:rsidRDefault="00403517" w:rsidP="007D207B">
      <w:pPr>
        <w:widowControl/>
        <w:numPr>
          <w:ilvl w:val="0"/>
          <w:numId w:val="6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6" type="#_x0000_t75" style="width:20.25pt;height:20.25pt">
            <v:imagedata r:id="rId9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7D207B" w:rsidRDefault="00403517" w:rsidP="007D207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7D207B" w:rsidRDefault="00403517" w:rsidP="007D207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、我国于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1984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年成为国际刑警组织正式成员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7D207B" w:rsidRDefault="00403517" w:rsidP="007D207B">
      <w:pPr>
        <w:widowControl/>
        <w:numPr>
          <w:ilvl w:val="0"/>
          <w:numId w:val="6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7" type="#_x0000_t75" style="width:20.25pt;height:20.25pt">
            <v:imagedata r:id="rId9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7D207B" w:rsidRDefault="00403517" w:rsidP="007D207B">
      <w:pPr>
        <w:widowControl/>
        <w:numPr>
          <w:ilvl w:val="0"/>
          <w:numId w:val="6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8" type="#_x0000_t75" style="width:20.25pt;height:20.25pt">
            <v:imagedata r:id="rId10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7D207B" w:rsidRDefault="00403517" w:rsidP="007D207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、对环境追责申诉的干部，申诉期间，停止责任追究决定的执行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7D207B" w:rsidRDefault="00403517" w:rsidP="007D207B">
      <w:pPr>
        <w:widowControl/>
        <w:numPr>
          <w:ilvl w:val="0"/>
          <w:numId w:val="6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79" type="#_x0000_t75" style="width:20.25pt;height:20.25pt">
            <v:imagedata r:id="rId10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7D207B" w:rsidRDefault="00403517" w:rsidP="007D207B">
      <w:pPr>
        <w:widowControl/>
        <w:numPr>
          <w:ilvl w:val="0"/>
          <w:numId w:val="6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0" type="#_x0000_t75" style="width:20.25pt;height:20.25pt">
            <v:imagedata r:id="rId9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7D207B" w:rsidRDefault="00403517" w:rsidP="007D207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7D207B" w:rsidRDefault="00403517" w:rsidP="007D207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、《党政领导干部生态环境损害责任追究办法》一共是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19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条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7D207B" w:rsidRDefault="00403517" w:rsidP="007D207B">
      <w:pPr>
        <w:widowControl/>
        <w:numPr>
          <w:ilvl w:val="0"/>
          <w:numId w:val="7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1" type="#_x0000_t75" style="width:20.25pt;height:20.25pt">
            <v:imagedata r:id="rId9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7D207B" w:rsidRDefault="00403517" w:rsidP="007D207B">
      <w:pPr>
        <w:widowControl/>
        <w:numPr>
          <w:ilvl w:val="0"/>
          <w:numId w:val="7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2" type="#_x0000_t75" style="width:20.25pt;height:20.25pt">
            <v:imagedata r:id="rId10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7D207B" w:rsidRDefault="00403517" w:rsidP="007D207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7D207B" w:rsidRDefault="00403517" w:rsidP="007D207B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、环境保护失职，党政领导干部负同样的责任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7D207B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7D207B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7D207B" w:rsidRDefault="00403517" w:rsidP="007D207B">
      <w:pPr>
        <w:widowControl/>
        <w:numPr>
          <w:ilvl w:val="0"/>
          <w:numId w:val="7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3" type="#_x0000_t75" style="width:20.25pt;height:20.25pt">
            <v:imagedata r:id="rId10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7D207B" w:rsidRDefault="00403517" w:rsidP="007D207B">
      <w:pPr>
        <w:widowControl/>
        <w:numPr>
          <w:ilvl w:val="0"/>
          <w:numId w:val="7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4" type="#_x0000_t75" style="width:20.25pt;height:20.25pt">
            <v:imagedata r:id="rId9" o:title=""/>
          </v:shape>
        </w:pict>
      </w:r>
      <w:r w:rsidRPr="007D207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7D207B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9B1B7A" w:rsidRDefault="00403517" w:rsidP="009B1B7A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、对于所有诉状都应该当场决定立案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B1B7A" w:rsidRDefault="00403517" w:rsidP="009B1B7A">
      <w:pPr>
        <w:widowControl/>
        <w:numPr>
          <w:ilvl w:val="0"/>
          <w:numId w:val="7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5" type="#_x0000_t75" style="width:20.25pt;height:20.25pt">
            <v:imagedata r:id="rId10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9B1B7A" w:rsidRDefault="00403517" w:rsidP="009B1B7A">
      <w:pPr>
        <w:widowControl/>
        <w:numPr>
          <w:ilvl w:val="0"/>
          <w:numId w:val="7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6" type="#_x0000_t75" style="width:20.25pt;height:20.25pt">
            <v:imagedata r:id="rId9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9B1B7A" w:rsidRDefault="00403517" w:rsidP="009B1B7A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B1B7A" w:rsidRDefault="00403517" w:rsidP="009B1B7A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、对上诉、申请再审和申诉的案件，不适用立案登记制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B1B7A" w:rsidRDefault="00403517" w:rsidP="009B1B7A">
      <w:pPr>
        <w:widowControl/>
        <w:numPr>
          <w:ilvl w:val="0"/>
          <w:numId w:val="7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7" type="#_x0000_t75" style="width:20.25pt;height:20.25pt">
            <v:imagedata r:id="rId9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9B1B7A" w:rsidRDefault="00403517" w:rsidP="009B1B7A">
      <w:pPr>
        <w:widowControl/>
        <w:numPr>
          <w:ilvl w:val="0"/>
          <w:numId w:val="7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8" type="#_x0000_t75" style="width:20.25pt;height:20.25pt">
            <v:imagedata r:id="rId10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9B1B7A" w:rsidRDefault="00403517" w:rsidP="009B1B7A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B1B7A" w:rsidRDefault="00403517" w:rsidP="009B1B7A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2015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5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月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日起，最高人民法院推行立案审查制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B1B7A" w:rsidRDefault="00403517" w:rsidP="009B1B7A">
      <w:pPr>
        <w:widowControl/>
        <w:numPr>
          <w:ilvl w:val="0"/>
          <w:numId w:val="7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89" type="#_x0000_t75" style="width:20.25pt;height:20.25pt">
            <v:imagedata r:id="rId10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9B1B7A" w:rsidRDefault="00403517" w:rsidP="009B1B7A">
      <w:pPr>
        <w:widowControl/>
        <w:numPr>
          <w:ilvl w:val="0"/>
          <w:numId w:val="7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0" type="#_x0000_t75" style="width:20.25pt;height:20.25pt">
            <v:imagedata r:id="rId9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322E5B" w:rsidRDefault="00403517" w:rsidP="00322E5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</w:p>
    <w:p w:rsidR="00403517" w:rsidRPr="00A11258" w:rsidRDefault="00403517" w:rsidP="007B02AE">
      <w:pPr>
        <w:widowControl/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</w:p>
    <w:p w:rsidR="00403517" w:rsidRPr="009B1B7A" w:rsidRDefault="00403517" w:rsidP="009B1B7A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、行政诉讼法司法解释要求行政首长出庭应诉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B1B7A" w:rsidRDefault="00403517" w:rsidP="009B1B7A">
      <w:pPr>
        <w:widowControl/>
        <w:numPr>
          <w:ilvl w:val="0"/>
          <w:numId w:val="7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1" type="#_x0000_t75" style="width:20.25pt;height:20.25pt">
            <v:imagedata r:id="rId9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9B1B7A" w:rsidRDefault="00403517" w:rsidP="009B1B7A">
      <w:pPr>
        <w:widowControl/>
        <w:numPr>
          <w:ilvl w:val="0"/>
          <w:numId w:val="7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2" type="#_x0000_t75" style="width:20.25pt;height:20.25pt">
            <v:imagedata r:id="rId10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9B1B7A" w:rsidRDefault="00403517" w:rsidP="009B1B7A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B1B7A" w:rsidRDefault="00403517" w:rsidP="009B1B7A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、行政诉讼法司法解释一共是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27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条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B1B7A" w:rsidRDefault="00403517" w:rsidP="009B1B7A">
      <w:pPr>
        <w:widowControl/>
        <w:numPr>
          <w:ilvl w:val="0"/>
          <w:numId w:val="7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3" type="#_x0000_t75" style="width:20.25pt;height:20.25pt">
            <v:imagedata r:id="rId9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9B1B7A" w:rsidRDefault="00403517" w:rsidP="009B1B7A">
      <w:pPr>
        <w:widowControl/>
        <w:numPr>
          <w:ilvl w:val="0"/>
          <w:numId w:val="7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4" type="#_x0000_t75" style="width:20.25pt;height:20.25pt">
            <v:imagedata r:id="rId10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9B1B7A" w:rsidRDefault="00403517" w:rsidP="009B1B7A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B1B7A" w:rsidRDefault="00403517" w:rsidP="009B1B7A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、重复起诉的行政诉讼，应当裁定驳回起诉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B1B7A" w:rsidRDefault="00403517" w:rsidP="009B1B7A">
      <w:pPr>
        <w:widowControl/>
        <w:numPr>
          <w:ilvl w:val="0"/>
          <w:numId w:val="7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5" type="#_x0000_t75" style="width:20.25pt;height:20.25pt">
            <v:imagedata r:id="rId9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9B1B7A" w:rsidRDefault="00403517" w:rsidP="009B1B7A">
      <w:pPr>
        <w:widowControl/>
        <w:numPr>
          <w:ilvl w:val="0"/>
          <w:numId w:val="7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6" type="#_x0000_t75" style="width:20.25pt;height:20.25pt">
            <v:imagedata r:id="rId10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9B1B7A" w:rsidRDefault="00403517" w:rsidP="009B1B7A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、不动产登记制度实际上就是房产登记制度。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B1B7A" w:rsidRDefault="00403517" w:rsidP="009B1B7A">
      <w:pPr>
        <w:widowControl/>
        <w:numPr>
          <w:ilvl w:val="0"/>
          <w:numId w:val="7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7" type="#_x0000_t75" style="width:20.25pt;height:20.25pt">
            <v:imagedata r:id="rId10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9B1B7A" w:rsidRDefault="00403517" w:rsidP="009B1B7A">
      <w:pPr>
        <w:widowControl/>
        <w:numPr>
          <w:ilvl w:val="0"/>
          <w:numId w:val="7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8" type="#_x0000_t75" style="width:20.25pt;height:20.25pt">
            <v:imagedata r:id="rId9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9B1B7A" w:rsidRDefault="00403517" w:rsidP="009B1B7A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B1B7A" w:rsidRDefault="00403517" w:rsidP="009B1B7A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、我国要求在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2016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年年底前，不动产登记信息管理基础平台投入运行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B1B7A" w:rsidRDefault="00403517" w:rsidP="009B1B7A">
      <w:pPr>
        <w:widowControl/>
        <w:numPr>
          <w:ilvl w:val="0"/>
          <w:numId w:val="7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299" type="#_x0000_t75" style="width:20.25pt;height:20.25pt">
            <v:imagedata r:id="rId10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9B1B7A" w:rsidRDefault="00403517" w:rsidP="009B1B7A">
      <w:pPr>
        <w:widowControl/>
        <w:numPr>
          <w:ilvl w:val="0"/>
          <w:numId w:val="7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0" type="#_x0000_t75" style="width:20.25pt;height:20.25pt">
            <v:imagedata r:id="rId9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9B1B7A" w:rsidRDefault="00403517" w:rsidP="009B1B7A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9B1B7A" w:rsidRDefault="00403517" w:rsidP="009B1B7A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、不动产登记制度始于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2007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年的《物权法》。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9B1B7A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9B1B7A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9B1B7A" w:rsidRDefault="00403517" w:rsidP="009B1B7A">
      <w:pPr>
        <w:widowControl/>
        <w:numPr>
          <w:ilvl w:val="0"/>
          <w:numId w:val="8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1" type="#_x0000_t75" style="width:20.25pt;height:20.25pt">
            <v:imagedata r:id="rId9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9B1B7A" w:rsidRDefault="00403517" w:rsidP="009B1B7A">
      <w:pPr>
        <w:widowControl/>
        <w:numPr>
          <w:ilvl w:val="0"/>
          <w:numId w:val="8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2" type="#_x0000_t75" style="width:20.25pt;height:20.25pt">
            <v:imagedata r:id="rId10" o:title=""/>
          </v:shape>
        </w:pict>
      </w:r>
      <w:r w:rsidRPr="009B1B7A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9B1B7A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BC7FC3" w:rsidRDefault="00403517" w:rsidP="00BC7FC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、司法人员如实记录领导干部干预司法活动，受法律和组织保护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BC7FC3" w:rsidRDefault="00403517" w:rsidP="00BC7FC3">
      <w:pPr>
        <w:widowControl/>
        <w:numPr>
          <w:ilvl w:val="0"/>
          <w:numId w:val="8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3" type="#_x0000_t75" style="width:20.25pt;height:20.25pt">
            <v:imagedata r:id="rId9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BC7FC3" w:rsidRDefault="00403517" w:rsidP="00BC7FC3">
      <w:pPr>
        <w:widowControl/>
        <w:numPr>
          <w:ilvl w:val="0"/>
          <w:numId w:val="8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4" type="#_x0000_t75" style="width:20.25pt;height:20.25pt">
            <v:imagedata r:id="rId10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BC7FC3" w:rsidRDefault="00403517" w:rsidP="00BC7FC3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BC7FC3" w:rsidRDefault="00403517" w:rsidP="00BC7FC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、领导干部违法干预司法活动，党委政法委按程序报经批准后予以通报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BC7FC3" w:rsidRDefault="00403517" w:rsidP="00BC7FC3">
      <w:pPr>
        <w:widowControl/>
        <w:numPr>
          <w:ilvl w:val="0"/>
          <w:numId w:val="8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5" type="#_x0000_t75" style="width:20.25pt;height:20.25pt">
            <v:imagedata r:id="rId9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BC7FC3" w:rsidRDefault="00403517" w:rsidP="00BC7FC3">
      <w:pPr>
        <w:widowControl/>
        <w:numPr>
          <w:ilvl w:val="0"/>
          <w:numId w:val="8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6" type="#_x0000_t75" style="width:20.25pt;height:20.25pt">
            <v:imagedata r:id="rId10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BC7FC3" w:rsidRDefault="00403517" w:rsidP="00BC7FC3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BC7FC3" w:rsidRDefault="00403517" w:rsidP="00BC7FC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、对领导干部干预司法活动，司法人员应当全面如实记录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BC7FC3" w:rsidRDefault="00403517" w:rsidP="00BC7FC3">
      <w:pPr>
        <w:widowControl/>
        <w:numPr>
          <w:ilvl w:val="0"/>
          <w:numId w:val="8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7" type="#_x0000_t75" style="width:20.25pt;height:20.25pt">
            <v:imagedata r:id="rId9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BC7FC3" w:rsidRDefault="00403517" w:rsidP="00BC7FC3">
      <w:pPr>
        <w:widowControl/>
        <w:numPr>
          <w:ilvl w:val="0"/>
          <w:numId w:val="8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8" type="#_x0000_t75" style="width:20.25pt;height:20.25pt">
            <v:imagedata r:id="rId10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BC7FC3" w:rsidRDefault="00403517" w:rsidP="00BC7FC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、唐太宗规定了三复奏和五复奏两种情况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BC7FC3" w:rsidRDefault="00403517" w:rsidP="00BC7FC3">
      <w:pPr>
        <w:widowControl/>
        <w:numPr>
          <w:ilvl w:val="0"/>
          <w:numId w:val="8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09" type="#_x0000_t75" style="width:20.25pt;height:20.25pt">
            <v:imagedata r:id="rId9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BC7FC3" w:rsidRDefault="00403517" w:rsidP="00BC7FC3">
      <w:pPr>
        <w:widowControl/>
        <w:numPr>
          <w:ilvl w:val="0"/>
          <w:numId w:val="8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0" type="#_x0000_t75" style="width:20.25pt;height:20.25pt">
            <v:imagedata r:id="rId10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BC7FC3" w:rsidRDefault="00403517" w:rsidP="00BC7FC3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BC7FC3" w:rsidRDefault="00403517" w:rsidP="00BC7FC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、关于死刑案件，辩护律师可以向最高人民法院立案庭查询立案信息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BC7FC3" w:rsidRDefault="00403517" w:rsidP="00BC7FC3">
      <w:pPr>
        <w:widowControl/>
        <w:numPr>
          <w:ilvl w:val="0"/>
          <w:numId w:val="8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1" type="#_x0000_t75" style="width:20.25pt;height:20.25pt">
            <v:imagedata r:id="rId9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BC7FC3" w:rsidRDefault="00403517" w:rsidP="00BC7FC3">
      <w:pPr>
        <w:widowControl/>
        <w:numPr>
          <w:ilvl w:val="0"/>
          <w:numId w:val="8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2" type="#_x0000_t75" style="width:20.25pt;height:20.25pt">
            <v:imagedata r:id="rId10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BC7FC3" w:rsidRDefault="00403517" w:rsidP="00BC7FC3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BC7FC3" w:rsidRDefault="00403517" w:rsidP="00BC7FC3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、最高法院复核死刑案件，辩护律师提出要求的，应当听取辩护律师意见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BC7FC3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BC7FC3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BC7FC3" w:rsidRDefault="00403517" w:rsidP="00BC7FC3">
      <w:pPr>
        <w:widowControl/>
        <w:numPr>
          <w:ilvl w:val="0"/>
          <w:numId w:val="8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3" type="#_x0000_t75" style="width:20.25pt;height:20.25pt">
            <v:imagedata r:id="rId9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BC7FC3" w:rsidRDefault="00403517" w:rsidP="00BC7FC3">
      <w:pPr>
        <w:widowControl/>
        <w:numPr>
          <w:ilvl w:val="0"/>
          <w:numId w:val="8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4" type="#_x0000_t75" style="width:20.25pt;height:20.25pt">
            <v:imagedata r:id="rId10" o:title=""/>
          </v:shape>
        </w:pict>
      </w:r>
      <w:r w:rsidRPr="00BC7FC3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BC7FC3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4C539F" w:rsidRDefault="00403517" w:rsidP="004C539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、法治政府建设实施纲要的总体目标是到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2020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年基本建成职能科学、权责法定、执法严明、公开公正、廉洁高效、守法诚信的法治政府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4C539F" w:rsidRDefault="00403517" w:rsidP="004C539F">
      <w:pPr>
        <w:widowControl/>
        <w:numPr>
          <w:ilvl w:val="0"/>
          <w:numId w:val="8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5" type="#_x0000_t75" style="width:20.25pt;height:20.25pt">
            <v:imagedata r:id="rId9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4C539F" w:rsidRDefault="00403517" w:rsidP="004C539F">
      <w:pPr>
        <w:widowControl/>
        <w:numPr>
          <w:ilvl w:val="0"/>
          <w:numId w:val="8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6" type="#_x0000_t75" style="width:20.25pt;height:20.25pt">
            <v:imagedata r:id="rId10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4C539F" w:rsidRDefault="00403517" w:rsidP="004C539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4C539F" w:rsidRDefault="00403517" w:rsidP="004C539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、法治政府建设实施纲要的任务落实期限为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2015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年到十九大召开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4C539F" w:rsidRDefault="00403517" w:rsidP="004C539F">
      <w:pPr>
        <w:widowControl/>
        <w:numPr>
          <w:ilvl w:val="0"/>
          <w:numId w:val="8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7" type="#_x0000_t75" style="width:20.25pt;height:20.25pt">
            <v:imagedata r:id="rId10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4C539F" w:rsidRDefault="00403517" w:rsidP="004C539F">
      <w:pPr>
        <w:widowControl/>
        <w:numPr>
          <w:ilvl w:val="0"/>
          <w:numId w:val="8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8" type="#_x0000_t75" style="width:20.25pt;height:20.25pt">
            <v:imagedata r:id="rId9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4C539F" w:rsidRDefault="00403517" w:rsidP="004C539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4C539F" w:rsidRDefault="00403517" w:rsidP="004C539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、《法治政府建设实施纲要》要求在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2020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年完全建成法治政府。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4C539F" w:rsidRDefault="00403517" w:rsidP="004C539F">
      <w:pPr>
        <w:widowControl/>
        <w:numPr>
          <w:ilvl w:val="0"/>
          <w:numId w:val="8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19" type="#_x0000_t75" style="width:20.25pt;height:20.25pt">
            <v:imagedata r:id="rId10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4C539F" w:rsidRDefault="00403517" w:rsidP="004C539F">
      <w:pPr>
        <w:widowControl/>
        <w:numPr>
          <w:ilvl w:val="0"/>
          <w:numId w:val="8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0" type="#_x0000_t75" style="width:20.25pt;height:20.25pt">
            <v:imagedata r:id="rId9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4C539F" w:rsidRDefault="00403517" w:rsidP="004C539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、在湖南省，养老机构用电、用水、用气、用热等执行居民生活类价格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4C539F" w:rsidRDefault="00403517" w:rsidP="004C539F">
      <w:pPr>
        <w:widowControl/>
        <w:numPr>
          <w:ilvl w:val="0"/>
          <w:numId w:val="9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1" type="#_x0000_t75" style="width:20.25pt;height:20.25pt">
            <v:imagedata r:id="rId9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4C539F" w:rsidRDefault="00403517" w:rsidP="004C539F">
      <w:pPr>
        <w:widowControl/>
        <w:numPr>
          <w:ilvl w:val="0"/>
          <w:numId w:val="9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2" type="#_x0000_t75" style="width:20.25pt;height:20.25pt">
            <v:imagedata r:id="rId10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4C539F" w:rsidRDefault="00403517" w:rsidP="004C539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4C539F" w:rsidRDefault="00403517" w:rsidP="004C539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、每年重阳节所在月为湖南省敬老宣传月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4C539F" w:rsidRDefault="00403517" w:rsidP="004C539F">
      <w:pPr>
        <w:widowControl/>
        <w:numPr>
          <w:ilvl w:val="0"/>
          <w:numId w:val="9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3" type="#_x0000_t75" style="width:20.25pt;height:20.25pt">
            <v:imagedata r:id="rId9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4C539F" w:rsidRDefault="00403517" w:rsidP="004C539F">
      <w:pPr>
        <w:widowControl/>
        <w:numPr>
          <w:ilvl w:val="0"/>
          <w:numId w:val="9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4" type="#_x0000_t75" style="width:20.25pt;height:20.25pt">
            <v:imagedata r:id="rId10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4C539F" w:rsidRDefault="00403517" w:rsidP="004C539F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4C539F" w:rsidRDefault="00403517" w:rsidP="004C539F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、湖南省十二次人大常委会通过了《湖南省实施老年人权益保障法办法》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4C539F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4C539F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4C539F" w:rsidRDefault="00403517" w:rsidP="004C539F">
      <w:pPr>
        <w:widowControl/>
        <w:numPr>
          <w:ilvl w:val="0"/>
          <w:numId w:val="9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5" type="#_x0000_t75" style="width:20.25pt;height:20.25pt">
            <v:imagedata r:id="rId9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4C539F" w:rsidRDefault="00403517" w:rsidP="004C539F">
      <w:pPr>
        <w:widowControl/>
        <w:numPr>
          <w:ilvl w:val="0"/>
          <w:numId w:val="9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6" type="#_x0000_t75" style="width:20.25pt;height:20.25pt">
            <v:imagedata r:id="rId10" o:title=""/>
          </v:shape>
        </w:pict>
      </w:r>
      <w:r w:rsidRPr="004C539F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4C539F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D76451" w:rsidRDefault="00403517" w:rsidP="00D76451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D76451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、依照审判监督程序再审改判无罪，原判刑罚已经执行的，受害人没有取得赔偿的权利</w:t>
      </w: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D76451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D76451" w:rsidRDefault="00403517" w:rsidP="00D76451">
      <w:pPr>
        <w:widowControl/>
        <w:numPr>
          <w:ilvl w:val="0"/>
          <w:numId w:val="9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7" type="#_x0000_t75" style="width:20.25pt;height:20.25pt">
            <v:imagedata r:id="rId10" o:title=""/>
          </v:shape>
        </w:pict>
      </w:r>
      <w:r w:rsidRPr="00D76451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D76451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D76451" w:rsidRDefault="00403517" w:rsidP="00D76451">
      <w:pPr>
        <w:widowControl/>
        <w:numPr>
          <w:ilvl w:val="0"/>
          <w:numId w:val="9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8" type="#_x0000_t75" style="width:20.25pt;height:20.25pt">
            <v:imagedata r:id="rId9" o:title=""/>
          </v:shape>
        </w:pict>
      </w:r>
      <w:r w:rsidRPr="00D76451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D76451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D76451" w:rsidRDefault="00403517" w:rsidP="00D76451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D76451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D76451" w:rsidRDefault="00403517" w:rsidP="00D76451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D76451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、再审改判无罪的，做出原生效判决的人民法院为赔偿义务机关</w:t>
      </w: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D76451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D76451" w:rsidRDefault="00403517" w:rsidP="00D76451">
      <w:pPr>
        <w:widowControl/>
        <w:numPr>
          <w:ilvl w:val="0"/>
          <w:numId w:val="9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29" type="#_x0000_t75" style="width:20.25pt;height:20.25pt">
            <v:imagedata r:id="rId9" o:title=""/>
          </v:shape>
        </w:pict>
      </w:r>
      <w:r w:rsidRPr="00D76451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D76451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D76451" w:rsidRDefault="00403517" w:rsidP="00D76451">
      <w:pPr>
        <w:widowControl/>
        <w:numPr>
          <w:ilvl w:val="0"/>
          <w:numId w:val="9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0" type="#_x0000_t75" style="width:20.25pt;height:20.25pt">
            <v:imagedata r:id="rId10" o:title=""/>
          </v:shape>
        </w:pict>
      </w:r>
      <w:r w:rsidRPr="00D76451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D76451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D76451" w:rsidRDefault="00403517" w:rsidP="00D76451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D76451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D76451" w:rsidRDefault="00403517" w:rsidP="00D76451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D76451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、放火、决水等致人重伤、死亡的，处</w:t>
      </w: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10</w:t>
      </w:r>
      <w:r w:rsidRPr="00D76451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年以上有期徒刑、无期徒刑或者死刑</w:t>
      </w: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D76451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D76451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D76451" w:rsidRDefault="00403517" w:rsidP="00D76451">
      <w:pPr>
        <w:widowControl/>
        <w:numPr>
          <w:ilvl w:val="0"/>
          <w:numId w:val="9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1" type="#_x0000_t75" style="width:20.25pt;height:20.25pt">
            <v:imagedata r:id="rId9" o:title=""/>
          </v:shape>
        </w:pict>
      </w:r>
      <w:r w:rsidRPr="00D76451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D76451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D76451" w:rsidRDefault="00403517" w:rsidP="00D76451">
      <w:pPr>
        <w:widowControl/>
        <w:numPr>
          <w:ilvl w:val="0"/>
          <w:numId w:val="9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2" type="#_x0000_t75" style="width:20.25pt;height:20.25pt">
            <v:imagedata r:id="rId10" o:title=""/>
          </v:shape>
        </w:pict>
      </w:r>
      <w:r w:rsidRPr="00D76451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D76451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211405" w:rsidRDefault="00403517" w:rsidP="0021140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、故意杀人，情节较轻的，处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10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年以下有期徒刑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1405" w:rsidRDefault="00403517" w:rsidP="00211405">
      <w:pPr>
        <w:widowControl/>
        <w:numPr>
          <w:ilvl w:val="0"/>
          <w:numId w:val="9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3" type="#_x0000_t75" style="width:20.25pt;height:20.25pt">
            <v:imagedata r:id="rId11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211405" w:rsidRDefault="00403517" w:rsidP="00211405">
      <w:pPr>
        <w:widowControl/>
        <w:numPr>
          <w:ilvl w:val="0"/>
          <w:numId w:val="9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4" type="#_x0000_t75" style="width:20.25pt;height:20.25pt">
            <v:imagedata r:id="rId12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211405" w:rsidRDefault="00403517" w:rsidP="0021140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1405" w:rsidRDefault="00403517" w:rsidP="0021140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、故意犯罪，应当负刑事责任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1405" w:rsidRDefault="00403517" w:rsidP="00211405">
      <w:pPr>
        <w:widowControl/>
        <w:numPr>
          <w:ilvl w:val="0"/>
          <w:numId w:val="9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5" type="#_x0000_t75" style="width:20.25pt;height:20.25pt">
            <v:imagedata r:id="rId12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211405" w:rsidRDefault="00403517" w:rsidP="00211405">
      <w:pPr>
        <w:widowControl/>
        <w:numPr>
          <w:ilvl w:val="0"/>
          <w:numId w:val="9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6" type="#_x0000_t75" style="width:20.25pt;height:20.25pt">
            <v:imagedata r:id="rId11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211405" w:rsidRDefault="00403517" w:rsidP="0021140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1405" w:rsidRDefault="00403517" w:rsidP="0021140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、死刑只适用于罪行极其严重的犯罪分子。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1405" w:rsidRDefault="00403517" w:rsidP="00211405">
      <w:pPr>
        <w:widowControl/>
        <w:numPr>
          <w:ilvl w:val="0"/>
          <w:numId w:val="9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7" type="#_x0000_t75" style="width:20.25pt;height:20.25pt">
            <v:imagedata r:id="rId12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211405" w:rsidRDefault="00403517" w:rsidP="00211405">
      <w:pPr>
        <w:widowControl/>
        <w:numPr>
          <w:ilvl w:val="0"/>
          <w:numId w:val="9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8" type="#_x0000_t75" style="width:20.25pt;height:20.25pt">
            <v:imagedata r:id="rId11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211405" w:rsidRDefault="00403517" w:rsidP="0021140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、我国刑法已经废除嫖宿幼女罪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1405" w:rsidRDefault="00403517" w:rsidP="00211405">
      <w:pPr>
        <w:widowControl/>
        <w:numPr>
          <w:ilvl w:val="0"/>
          <w:numId w:val="9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39" type="#_x0000_t75" style="width:20.25pt;height:20.25pt">
            <v:imagedata r:id="rId12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211405" w:rsidRDefault="00403517" w:rsidP="00211405">
      <w:pPr>
        <w:widowControl/>
        <w:numPr>
          <w:ilvl w:val="0"/>
          <w:numId w:val="9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0" type="#_x0000_t75" style="width:20.25pt;height:20.25pt">
            <v:imagedata r:id="rId11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211405" w:rsidRDefault="00403517" w:rsidP="0021140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1405" w:rsidRDefault="00403517" w:rsidP="0021140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、奸淫不满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14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周岁幼女的，从重处罚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1405" w:rsidRDefault="00403517" w:rsidP="00211405">
      <w:pPr>
        <w:widowControl/>
        <w:numPr>
          <w:ilvl w:val="0"/>
          <w:numId w:val="10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1" type="#_x0000_t75" style="width:20.25pt;height:20.25pt">
            <v:imagedata r:id="rId12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211405" w:rsidRDefault="00403517" w:rsidP="00211405">
      <w:pPr>
        <w:widowControl/>
        <w:numPr>
          <w:ilvl w:val="0"/>
          <w:numId w:val="10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2" type="#_x0000_t75" style="width:20.25pt;height:20.25pt">
            <v:imagedata r:id="rId11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211405" w:rsidRDefault="00403517" w:rsidP="0021140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211405" w:rsidRDefault="00403517" w:rsidP="0021140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、奸淫不满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14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周岁的幼女的，以强奸论处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21140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21140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211405" w:rsidRDefault="00403517" w:rsidP="00211405">
      <w:pPr>
        <w:widowControl/>
        <w:numPr>
          <w:ilvl w:val="0"/>
          <w:numId w:val="10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3" type="#_x0000_t75" style="width:20.25pt;height:20.25pt">
            <v:imagedata r:id="rId12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211405" w:rsidRDefault="00403517" w:rsidP="00211405">
      <w:pPr>
        <w:widowControl/>
        <w:numPr>
          <w:ilvl w:val="0"/>
          <w:numId w:val="10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4" type="#_x0000_t75" style="width:20.25pt;height:20.25pt">
            <v:imagedata r:id="rId11" o:title=""/>
          </v:shape>
        </w:pict>
      </w:r>
      <w:r w:rsidRPr="0021140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21140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、公民可以在父姓和母姓之外选取其他直系长辈血亲的姓氏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0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5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0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6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、公民有权决定、使用和依照规定改变自己的姓名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0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7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0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8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、子女可以随父姓，也可以随母姓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0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49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0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0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、同居关系下，实施暴力，以《关于依法办理家庭暴力犯罪案件的意见》处理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0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1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0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2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、办理家暴案时，被杀害施暴人的近亲属表示谅解的，在量刑、减刑、假释时应当予以充分考虑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0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3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0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4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、故意杀人，一律处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10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年以上有期徒刑、无期徒刑或者死刑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0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5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07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6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、发生注册商标专用权纠纷的，先由当事人双方协商解决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0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7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08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8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、销售侵犯注册商标专用权的商品的，是侵犯注册商标专用权的行为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0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59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09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0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、未经商标注册人许可，在同一种商品上使用与其注册商标相同的商标的，属于侵犯注册商标专用权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1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1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10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2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、接受环境举报的机关，应当对举报人的相关信息予以保密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1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3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11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4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、环境保护主管部门不依法履行职责的，公民、法人有权向其上级机关举报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1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5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12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6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、公民、法人发现任何污染环境和破坏生态行为的，有权向环境保护主管部门举报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1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7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13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8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、没有正当理由搭售商品，是错误的行为。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1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69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14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70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、经营者利用市场支配地位，属于垄断行为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1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71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15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72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Pr="00AF63D5" w:rsidRDefault="00403517" w:rsidP="00AF63D5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/>
          <w:color w:val="333333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 w:hint="eastAsia"/>
          <w:color w:val="008000"/>
          <w:spacing w:val="15"/>
          <w:kern w:val="0"/>
          <w:sz w:val="20"/>
          <w:szCs w:val="20"/>
        </w:rPr>
        <w:t>回答正确</w:t>
      </w:r>
    </w:p>
    <w:p w:rsidR="00403517" w:rsidRPr="00AF63D5" w:rsidRDefault="00403517" w:rsidP="00AF63D5">
      <w:pPr>
        <w:widowControl/>
        <w:shd w:val="clear" w:color="auto" w:fill="F0F0F0"/>
        <w:spacing w:line="525" w:lineRule="atLeast"/>
        <w:jc w:val="left"/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</w:pP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3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、经营者达成销售协议，属于垄断行为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>(</w:t>
      </w:r>
      <w:r w:rsidRPr="00AF63D5">
        <w:rPr>
          <w:rFonts w:ascii="微软雅黑" w:eastAsia="微软雅黑" w:hAnsi="微软雅黑" w:cs="宋体" w:hint="eastAsia"/>
          <w:color w:val="0066CA"/>
          <w:spacing w:val="15"/>
          <w:kern w:val="0"/>
          <w:szCs w:val="21"/>
        </w:rPr>
        <w:t>单选题</w:t>
      </w:r>
      <w:r w:rsidRPr="00AF63D5">
        <w:rPr>
          <w:rFonts w:ascii="微软雅黑" w:eastAsia="微软雅黑" w:hAnsi="微软雅黑" w:cs="宋体"/>
          <w:color w:val="0066CA"/>
          <w:spacing w:val="15"/>
          <w:kern w:val="0"/>
          <w:szCs w:val="21"/>
        </w:rPr>
        <w:t xml:space="preserve">) </w:t>
      </w:r>
    </w:p>
    <w:p w:rsidR="00403517" w:rsidRPr="00AF63D5" w:rsidRDefault="00403517" w:rsidP="00AF63D5">
      <w:pPr>
        <w:widowControl/>
        <w:numPr>
          <w:ilvl w:val="0"/>
          <w:numId w:val="11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73" type="#_x0000_t75" style="width:20.25pt;height:20.25pt">
            <v:imagedata r:id="rId11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1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、对</w:t>
      </w:r>
    </w:p>
    <w:p w:rsidR="00403517" w:rsidRPr="00AF63D5" w:rsidRDefault="00403517" w:rsidP="00AF63D5">
      <w:pPr>
        <w:widowControl/>
        <w:numPr>
          <w:ilvl w:val="0"/>
          <w:numId w:val="116"/>
        </w:numPr>
        <w:shd w:val="clear" w:color="auto" w:fill="FFFFFF"/>
        <w:spacing w:before="100" w:beforeAutospacing="1" w:after="100" w:afterAutospacing="1" w:line="525" w:lineRule="atLeast"/>
        <w:ind w:left="870"/>
        <w:jc w:val="left"/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</w:pPr>
      <w:r w:rsidRPr="009159DB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pict>
          <v:shape id="_x0000_i1374" type="#_x0000_t75" style="width:20.25pt;height:20.25pt">
            <v:imagedata r:id="rId12" o:title=""/>
          </v:shape>
        </w:pict>
      </w:r>
      <w:r w:rsidRPr="00AF63D5">
        <w:rPr>
          <w:rFonts w:ascii="微软雅黑" w:eastAsia="微软雅黑" w:hAnsi="微软雅黑" w:cs="宋体"/>
          <w:color w:val="747474"/>
          <w:spacing w:val="15"/>
          <w:kern w:val="0"/>
          <w:szCs w:val="21"/>
        </w:rPr>
        <w:t>2</w:t>
      </w:r>
      <w:r w:rsidRPr="00AF63D5">
        <w:rPr>
          <w:rFonts w:ascii="微软雅黑" w:eastAsia="微软雅黑" w:hAnsi="微软雅黑" w:cs="宋体" w:hint="eastAsia"/>
          <w:color w:val="747474"/>
          <w:spacing w:val="15"/>
          <w:kern w:val="0"/>
          <w:szCs w:val="21"/>
        </w:rPr>
        <w:t>、错</w:t>
      </w:r>
    </w:p>
    <w:p w:rsidR="00403517" w:rsidRDefault="00403517"/>
    <w:sectPr w:rsidR="00403517" w:rsidSect="004B51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517" w:rsidRDefault="00403517" w:rsidP="002105DC">
      <w:r>
        <w:separator/>
      </w:r>
    </w:p>
  </w:endnote>
  <w:endnote w:type="continuationSeparator" w:id="0">
    <w:p w:rsidR="00403517" w:rsidRDefault="00403517" w:rsidP="00210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517" w:rsidRDefault="0040351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517" w:rsidRDefault="004035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517" w:rsidRDefault="004035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517" w:rsidRDefault="00403517" w:rsidP="002105DC">
      <w:r>
        <w:separator/>
      </w:r>
    </w:p>
  </w:footnote>
  <w:footnote w:type="continuationSeparator" w:id="0">
    <w:p w:rsidR="00403517" w:rsidRDefault="00403517" w:rsidP="00210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517" w:rsidRDefault="004035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517" w:rsidRDefault="00403517" w:rsidP="00F65D3E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517" w:rsidRDefault="004035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48F9"/>
    <w:multiLevelType w:val="multilevel"/>
    <w:tmpl w:val="5800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51A05"/>
    <w:multiLevelType w:val="multilevel"/>
    <w:tmpl w:val="C1B2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2475FB"/>
    <w:multiLevelType w:val="multilevel"/>
    <w:tmpl w:val="C47EB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B6594D"/>
    <w:multiLevelType w:val="multilevel"/>
    <w:tmpl w:val="3982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DF3C5E"/>
    <w:multiLevelType w:val="multilevel"/>
    <w:tmpl w:val="4ECA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233CBF"/>
    <w:multiLevelType w:val="multilevel"/>
    <w:tmpl w:val="3768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2C7DBF"/>
    <w:multiLevelType w:val="multilevel"/>
    <w:tmpl w:val="B4D6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002318"/>
    <w:multiLevelType w:val="multilevel"/>
    <w:tmpl w:val="1EC49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3924FA"/>
    <w:multiLevelType w:val="multilevel"/>
    <w:tmpl w:val="A13E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3A69A5"/>
    <w:multiLevelType w:val="multilevel"/>
    <w:tmpl w:val="5922C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5D131B"/>
    <w:multiLevelType w:val="multilevel"/>
    <w:tmpl w:val="6324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2F1378"/>
    <w:multiLevelType w:val="multilevel"/>
    <w:tmpl w:val="2228A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516AD1"/>
    <w:multiLevelType w:val="multilevel"/>
    <w:tmpl w:val="2DFC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5B5000C"/>
    <w:multiLevelType w:val="multilevel"/>
    <w:tmpl w:val="F9109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70D0CF0"/>
    <w:multiLevelType w:val="multilevel"/>
    <w:tmpl w:val="F40A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535298"/>
    <w:multiLevelType w:val="multilevel"/>
    <w:tmpl w:val="8A4E3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89F2E56"/>
    <w:multiLevelType w:val="multilevel"/>
    <w:tmpl w:val="C26A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9D95384"/>
    <w:multiLevelType w:val="multilevel"/>
    <w:tmpl w:val="496C1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9F61E9C"/>
    <w:multiLevelType w:val="multilevel"/>
    <w:tmpl w:val="FAA63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A672514"/>
    <w:multiLevelType w:val="multilevel"/>
    <w:tmpl w:val="6E040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C9E16B5"/>
    <w:multiLevelType w:val="multilevel"/>
    <w:tmpl w:val="89FC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EA96EA6"/>
    <w:multiLevelType w:val="multilevel"/>
    <w:tmpl w:val="2B86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EFC53AD"/>
    <w:multiLevelType w:val="multilevel"/>
    <w:tmpl w:val="9D6A8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F3856EC"/>
    <w:multiLevelType w:val="multilevel"/>
    <w:tmpl w:val="BA6E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0922A1A"/>
    <w:multiLevelType w:val="multilevel"/>
    <w:tmpl w:val="DA7A3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0FA49E8"/>
    <w:multiLevelType w:val="multilevel"/>
    <w:tmpl w:val="24D6A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1555F0C"/>
    <w:multiLevelType w:val="multilevel"/>
    <w:tmpl w:val="2A9E6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2473431"/>
    <w:multiLevelType w:val="multilevel"/>
    <w:tmpl w:val="12F8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24B3E24"/>
    <w:multiLevelType w:val="multilevel"/>
    <w:tmpl w:val="3D8ED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D13E04"/>
    <w:multiLevelType w:val="multilevel"/>
    <w:tmpl w:val="E0500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3E12830"/>
    <w:multiLevelType w:val="multilevel"/>
    <w:tmpl w:val="EE7C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EC24A5"/>
    <w:multiLevelType w:val="multilevel"/>
    <w:tmpl w:val="EB74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5403004"/>
    <w:multiLevelType w:val="multilevel"/>
    <w:tmpl w:val="9E3C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225D26"/>
    <w:multiLevelType w:val="multilevel"/>
    <w:tmpl w:val="6FBCE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A581F24"/>
    <w:multiLevelType w:val="multilevel"/>
    <w:tmpl w:val="DA40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A7A4712"/>
    <w:multiLevelType w:val="multilevel"/>
    <w:tmpl w:val="8EE6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A9E306F"/>
    <w:multiLevelType w:val="multilevel"/>
    <w:tmpl w:val="A3D6D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B33029C"/>
    <w:multiLevelType w:val="multilevel"/>
    <w:tmpl w:val="92F6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CAA3DAF"/>
    <w:multiLevelType w:val="multilevel"/>
    <w:tmpl w:val="65CC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EC622D7"/>
    <w:multiLevelType w:val="multilevel"/>
    <w:tmpl w:val="B3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06B2ACF"/>
    <w:multiLevelType w:val="multilevel"/>
    <w:tmpl w:val="2020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24E10CE"/>
    <w:multiLevelType w:val="multilevel"/>
    <w:tmpl w:val="DE748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28717F6"/>
    <w:multiLevelType w:val="multilevel"/>
    <w:tmpl w:val="CA581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4030893"/>
    <w:multiLevelType w:val="multilevel"/>
    <w:tmpl w:val="52B8E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5925C51"/>
    <w:multiLevelType w:val="multilevel"/>
    <w:tmpl w:val="96C6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6952911"/>
    <w:multiLevelType w:val="multilevel"/>
    <w:tmpl w:val="5AB6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6C74098"/>
    <w:multiLevelType w:val="multilevel"/>
    <w:tmpl w:val="73C6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7CB18F4"/>
    <w:multiLevelType w:val="multilevel"/>
    <w:tmpl w:val="FB7E9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8303E8C"/>
    <w:multiLevelType w:val="multilevel"/>
    <w:tmpl w:val="6C067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A5B7634"/>
    <w:multiLevelType w:val="multilevel"/>
    <w:tmpl w:val="FEFC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A7E27B9"/>
    <w:multiLevelType w:val="multilevel"/>
    <w:tmpl w:val="192C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C097523"/>
    <w:multiLevelType w:val="multilevel"/>
    <w:tmpl w:val="3876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C61277B"/>
    <w:multiLevelType w:val="multilevel"/>
    <w:tmpl w:val="AFA0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D175C46"/>
    <w:multiLevelType w:val="multilevel"/>
    <w:tmpl w:val="5618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D4D6869"/>
    <w:multiLevelType w:val="multilevel"/>
    <w:tmpl w:val="8C62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D9404E8"/>
    <w:multiLevelType w:val="multilevel"/>
    <w:tmpl w:val="EFB4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3E1A33B6"/>
    <w:multiLevelType w:val="multilevel"/>
    <w:tmpl w:val="1EE6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3F38195C"/>
    <w:multiLevelType w:val="multilevel"/>
    <w:tmpl w:val="20F0F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FAE2736"/>
    <w:multiLevelType w:val="multilevel"/>
    <w:tmpl w:val="E3D2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2DE11F6"/>
    <w:multiLevelType w:val="multilevel"/>
    <w:tmpl w:val="7ECA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2EB6971"/>
    <w:multiLevelType w:val="multilevel"/>
    <w:tmpl w:val="ADC61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4716F6A"/>
    <w:multiLevelType w:val="multilevel"/>
    <w:tmpl w:val="03B8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4B5210B"/>
    <w:multiLevelType w:val="multilevel"/>
    <w:tmpl w:val="95DC8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7827880"/>
    <w:multiLevelType w:val="multilevel"/>
    <w:tmpl w:val="178C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81F14E3"/>
    <w:multiLevelType w:val="multilevel"/>
    <w:tmpl w:val="F0EE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8412C21"/>
    <w:multiLevelType w:val="multilevel"/>
    <w:tmpl w:val="6A409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9CA17F9"/>
    <w:multiLevelType w:val="multilevel"/>
    <w:tmpl w:val="C572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A526FAD"/>
    <w:multiLevelType w:val="multilevel"/>
    <w:tmpl w:val="1A4E6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A527A1D"/>
    <w:multiLevelType w:val="multilevel"/>
    <w:tmpl w:val="E1F2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C2C678D"/>
    <w:multiLevelType w:val="multilevel"/>
    <w:tmpl w:val="989A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CFF119D"/>
    <w:multiLevelType w:val="multilevel"/>
    <w:tmpl w:val="EFF41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4FE37F09"/>
    <w:multiLevelType w:val="multilevel"/>
    <w:tmpl w:val="88E0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17776D3"/>
    <w:multiLevelType w:val="multilevel"/>
    <w:tmpl w:val="81F4D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1CA003A"/>
    <w:multiLevelType w:val="multilevel"/>
    <w:tmpl w:val="D478A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20A1E4E"/>
    <w:multiLevelType w:val="multilevel"/>
    <w:tmpl w:val="9C98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3274B4B"/>
    <w:multiLevelType w:val="multilevel"/>
    <w:tmpl w:val="8B5E1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3F516C6"/>
    <w:multiLevelType w:val="multilevel"/>
    <w:tmpl w:val="A9B0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53474E8"/>
    <w:multiLevelType w:val="multilevel"/>
    <w:tmpl w:val="8E70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5D170DE"/>
    <w:multiLevelType w:val="multilevel"/>
    <w:tmpl w:val="84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571500EB"/>
    <w:multiLevelType w:val="multilevel"/>
    <w:tmpl w:val="E48C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573E3836"/>
    <w:multiLevelType w:val="multilevel"/>
    <w:tmpl w:val="473AF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7981F4E"/>
    <w:multiLevelType w:val="multilevel"/>
    <w:tmpl w:val="34808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57F16E5A"/>
    <w:multiLevelType w:val="multilevel"/>
    <w:tmpl w:val="9B02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59A0199E"/>
    <w:multiLevelType w:val="multilevel"/>
    <w:tmpl w:val="EAD21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B5D5B4C"/>
    <w:multiLevelType w:val="multilevel"/>
    <w:tmpl w:val="8ABE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D8A3817"/>
    <w:multiLevelType w:val="multilevel"/>
    <w:tmpl w:val="34668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5EC73FF1"/>
    <w:multiLevelType w:val="multilevel"/>
    <w:tmpl w:val="780A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5F7C6C92"/>
    <w:multiLevelType w:val="multilevel"/>
    <w:tmpl w:val="EF44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5F951EBF"/>
    <w:multiLevelType w:val="multilevel"/>
    <w:tmpl w:val="7788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20B128C"/>
    <w:multiLevelType w:val="multilevel"/>
    <w:tmpl w:val="82768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4100C85"/>
    <w:multiLevelType w:val="multilevel"/>
    <w:tmpl w:val="EC90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4392DCB"/>
    <w:multiLevelType w:val="multilevel"/>
    <w:tmpl w:val="F50A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6B956FDF"/>
    <w:multiLevelType w:val="multilevel"/>
    <w:tmpl w:val="3008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6E492AC7"/>
    <w:multiLevelType w:val="multilevel"/>
    <w:tmpl w:val="9B20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0134926"/>
    <w:multiLevelType w:val="multilevel"/>
    <w:tmpl w:val="F9BC5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0A24535"/>
    <w:multiLevelType w:val="multilevel"/>
    <w:tmpl w:val="6B5A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0D44E9E"/>
    <w:multiLevelType w:val="multilevel"/>
    <w:tmpl w:val="6E648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2BD1886"/>
    <w:multiLevelType w:val="multilevel"/>
    <w:tmpl w:val="27762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31B143F"/>
    <w:multiLevelType w:val="multilevel"/>
    <w:tmpl w:val="BCCA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3461488"/>
    <w:multiLevelType w:val="multilevel"/>
    <w:tmpl w:val="D0DC1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43E32A0"/>
    <w:multiLevelType w:val="multilevel"/>
    <w:tmpl w:val="9E56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462352A"/>
    <w:multiLevelType w:val="multilevel"/>
    <w:tmpl w:val="8874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494221C"/>
    <w:multiLevelType w:val="multilevel"/>
    <w:tmpl w:val="8360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50A57B3"/>
    <w:multiLevelType w:val="multilevel"/>
    <w:tmpl w:val="8748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75A00AC"/>
    <w:multiLevelType w:val="multilevel"/>
    <w:tmpl w:val="CAE2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87D2C19"/>
    <w:multiLevelType w:val="multilevel"/>
    <w:tmpl w:val="CA64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78ED6B97"/>
    <w:multiLevelType w:val="multilevel"/>
    <w:tmpl w:val="C1D23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7A68486D"/>
    <w:multiLevelType w:val="multilevel"/>
    <w:tmpl w:val="6D56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7AB71337"/>
    <w:multiLevelType w:val="multilevel"/>
    <w:tmpl w:val="9CCE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7B106047"/>
    <w:multiLevelType w:val="multilevel"/>
    <w:tmpl w:val="9B24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7B583363"/>
    <w:multiLevelType w:val="multilevel"/>
    <w:tmpl w:val="1A10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7CC13F8A"/>
    <w:multiLevelType w:val="multilevel"/>
    <w:tmpl w:val="8B942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7CF51529"/>
    <w:multiLevelType w:val="multilevel"/>
    <w:tmpl w:val="E640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7D46309A"/>
    <w:multiLevelType w:val="multilevel"/>
    <w:tmpl w:val="6B68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7DB15111"/>
    <w:multiLevelType w:val="multilevel"/>
    <w:tmpl w:val="6A5E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FB63676"/>
    <w:multiLevelType w:val="multilevel"/>
    <w:tmpl w:val="217E2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9"/>
  </w:num>
  <w:num w:numId="2">
    <w:abstractNumId w:val="7"/>
  </w:num>
  <w:num w:numId="3">
    <w:abstractNumId w:val="53"/>
  </w:num>
  <w:num w:numId="4">
    <w:abstractNumId w:val="66"/>
  </w:num>
  <w:num w:numId="5">
    <w:abstractNumId w:val="59"/>
  </w:num>
  <w:num w:numId="6">
    <w:abstractNumId w:val="56"/>
  </w:num>
  <w:num w:numId="7">
    <w:abstractNumId w:val="37"/>
  </w:num>
  <w:num w:numId="8">
    <w:abstractNumId w:val="34"/>
  </w:num>
  <w:num w:numId="9">
    <w:abstractNumId w:val="77"/>
  </w:num>
  <w:num w:numId="10">
    <w:abstractNumId w:val="48"/>
  </w:num>
  <w:num w:numId="11">
    <w:abstractNumId w:val="94"/>
  </w:num>
  <w:num w:numId="12">
    <w:abstractNumId w:val="4"/>
  </w:num>
  <w:num w:numId="13">
    <w:abstractNumId w:val="112"/>
  </w:num>
  <w:num w:numId="14">
    <w:abstractNumId w:val="85"/>
  </w:num>
  <w:num w:numId="15">
    <w:abstractNumId w:val="3"/>
  </w:num>
  <w:num w:numId="16">
    <w:abstractNumId w:val="5"/>
  </w:num>
  <w:num w:numId="17">
    <w:abstractNumId w:val="42"/>
  </w:num>
  <w:num w:numId="18">
    <w:abstractNumId w:val="29"/>
  </w:num>
  <w:num w:numId="19">
    <w:abstractNumId w:val="46"/>
  </w:num>
  <w:num w:numId="20">
    <w:abstractNumId w:val="28"/>
  </w:num>
  <w:num w:numId="21">
    <w:abstractNumId w:val="50"/>
  </w:num>
  <w:num w:numId="22">
    <w:abstractNumId w:val="92"/>
  </w:num>
  <w:num w:numId="23">
    <w:abstractNumId w:val="10"/>
  </w:num>
  <w:num w:numId="24">
    <w:abstractNumId w:val="44"/>
  </w:num>
  <w:num w:numId="25">
    <w:abstractNumId w:val="71"/>
  </w:num>
  <w:num w:numId="26">
    <w:abstractNumId w:val="51"/>
  </w:num>
  <w:num w:numId="27">
    <w:abstractNumId w:val="6"/>
  </w:num>
  <w:num w:numId="28">
    <w:abstractNumId w:val="109"/>
  </w:num>
  <w:num w:numId="29">
    <w:abstractNumId w:val="61"/>
  </w:num>
  <w:num w:numId="30">
    <w:abstractNumId w:val="72"/>
  </w:num>
  <w:num w:numId="31">
    <w:abstractNumId w:val="38"/>
  </w:num>
  <w:num w:numId="32">
    <w:abstractNumId w:val="114"/>
  </w:num>
  <w:num w:numId="33">
    <w:abstractNumId w:val="45"/>
  </w:num>
  <w:num w:numId="34">
    <w:abstractNumId w:val="17"/>
  </w:num>
  <w:num w:numId="35">
    <w:abstractNumId w:val="106"/>
  </w:num>
  <w:num w:numId="36">
    <w:abstractNumId w:val="11"/>
  </w:num>
  <w:num w:numId="37">
    <w:abstractNumId w:val="9"/>
  </w:num>
  <w:num w:numId="38">
    <w:abstractNumId w:val="107"/>
  </w:num>
  <w:num w:numId="39">
    <w:abstractNumId w:val="24"/>
  </w:num>
  <w:num w:numId="40">
    <w:abstractNumId w:val="95"/>
  </w:num>
  <w:num w:numId="41">
    <w:abstractNumId w:val="96"/>
  </w:num>
  <w:num w:numId="42">
    <w:abstractNumId w:val="55"/>
  </w:num>
  <w:num w:numId="43">
    <w:abstractNumId w:val="83"/>
  </w:num>
  <w:num w:numId="44">
    <w:abstractNumId w:val="58"/>
  </w:num>
  <w:num w:numId="45">
    <w:abstractNumId w:val="63"/>
  </w:num>
  <w:num w:numId="46">
    <w:abstractNumId w:val="19"/>
  </w:num>
  <w:num w:numId="47">
    <w:abstractNumId w:val="2"/>
  </w:num>
  <w:num w:numId="48">
    <w:abstractNumId w:val="68"/>
  </w:num>
  <w:num w:numId="49">
    <w:abstractNumId w:val="97"/>
  </w:num>
  <w:num w:numId="50">
    <w:abstractNumId w:val="49"/>
  </w:num>
  <w:num w:numId="51">
    <w:abstractNumId w:val="25"/>
  </w:num>
  <w:num w:numId="52">
    <w:abstractNumId w:val="32"/>
  </w:num>
  <w:num w:numId="53">
    <w:abstractNumId w:val="54"/>
  </w:num>
  <w:num w:numId="54">
    <w:abstractNumId w:val="22"/>
  </w:num>
  <w:num w:numId="55">
    <w:abstractNumId w:val="43"/>
  </w:num>
  <w:num w:numId="56">
    <w:abstractNumId w:val="18"/>
  </w:num>
  <w:num w:numId="57">
    <w:abstractNumId w:val="111"/>
  </w:num>
  <w:num w:numId="58">
    <w:abstractNumId w:val="88"/>
  </w:num>
  <w:num w:numId="59">
    <w:abstractNumId w:val="15"/>
  </w:num>
  <w:num w:numId="60">
    <w:abstractNumId w:val="98"/>
  </w:num>
  <w:num w:numId="61">
    <w:abstractNumId w:val="21"/>
  </w:num>
  <w:num w:numId="62">
    <w:abstractNumId w:val="81"/>
  </w:num>
  <w:num w:numId="63">
    <w:abstractNumId w:val="80"/>
  </w:num>
  <w:num w:numId="64">
    <w:abstractNumId w:val="82"/>
  </w:num>
  <w:num w:numId="65">
    <w:abstractNumId w:val="113"/>
  </w:num>
  <w:num w:numId="66">
    <w:abstractNumId w:val="90"/>
  </w:num>
  <w:num w:numId="67">
    <w:abstractNumId w:val="74"/>
  </w:num>
  <w:num w:numId="68">
    <w:abstractNumId w:val="78"/>
  </w:num>
  <w:num w:numId="69">
    <w:abstractNumId w:val="100"/>
  </w:num>
  <w:num w:numId="70">
    <w:abstractNumId w:val="75"/>
  </w:num>
  <w:num w:numId="71">
    <w:abstractNumId w:val="8"/>
  </w:num>
  <w:num w:numId="72">
    <w:abstractNumId w:val="13"/>
  </w:num>
  <w:num w:numId="73">
    <w:abstractNumId w:val="115"/>
  </w:num>
  <w:num w:numId="74">
    <w:abstractNumId w:val="91"/>
  </w:num>
  <w:num w:numId="75">
    <w:abstractNumId w:val="14"/>
  </w:num>
  <w:num w:numId="76">
    <w:abstractNumId w:val="16"/>
  </w:num>
  <w:num w:numId="77">
    <w:abstractNumId w:val="86"/>
  </w:num>
  <w:num w:numId="78">
    <w:abstractNumId w:val="76"/>
  </w:num>
  <w:num w:numId="79">
    <w:abstractNumId w:val="52"/>
  </w:num>
  <w:num w:numId="80">
    <w:abstractNumId w:val="35"/>
  </w:num>
  <w:num w:numId="81">
    <w:abstractNumId w:val="108"/>
  </w:num>
  <w:num w:numId="82">
    <w:abstractNumId w:val="31"/>
  </w:num>
  <w:num w:numId="83">
    <w:abstractNumId w:val="40"/>
  </w:num>
  <w:num w:numId="84">
    <w:abstractNumId w:val="89"/>
  </w:num>
  <w:num w:numId="85">
    <w:abstractNumId w:val="64"/>
  </w:num>
  <w:num w:numId="86">
    <w:abstractNumId w:val="102"/>
  </w:num>
  <w:num w:numId="87">
    <w:abstractNumId w:val="93"/>
  </w:num>
  <w:num w:numId="88">
    <w:abstractNumId w:val="12"/>
  </w:num>
  <w:num w:numId="89">
    <w:abstractNumId w:val="70"/>
  </w:num>
  <w:num w:numId="90">
    <w:abstractNumId w:val="110"/>
  </w:num>
  <w:num w:numId="91">
    <w:abstractNumId w:val="69"/>
  </w:num>
  <w:num w:numId="92">
    <w:abstractNumId w:val="36"/>
  </w:num>
  <w:num w:numId="93">
    <w:abstractNumId w:val="84"/>
  </w:num>
  <w:num w:numId="94">
    <w:abstractNumId w:val="27"/>
  </w:num>
  <w:num w:numId="95">
    <w:abstractNumId w:val="33"/>
  </w:num>
  <w:num w:numId="96">
    <w:abstractNumId w:val="41"/>
  </w:num>
  <w:num w:numId="97">
    <w:abstractNumId w:val="67"/>
  </w:num>
  <w:num w:numId="98">
    <w:abstractNumId w:val="30"/>
  </w:num>
  <w:num w:numId="99">
    <w:abstractNumId w:val="73"/>
  </w:num>
  <w:num w:numId="100">
    <w:abstractNumId w:val="47"/>
  </w:num>
  <w:num w:numId="101">
    <w:abstractNumId w:val="26"/>
  </w:num>
  <w:num w:numId="102">
    <w:abstractNumId w:val="87"/>
  </w:num>
  <w:num w:numId="103">
    <w:abstractNumId w:val="101"/>
  </w:num>
  <w:num w:numId="104">
    <w:abstractNumId w:val="60"/>
  </w:num>
  <w:num w:numId="105">
    <w:abstractNumId w:val="99"/>
  </w:num>
  <w:num w:numId="106">
    <w:abstractNumId w:val="65"/>
  </w:num>
  <w:num w:numId="107">
    <w:abstractNumId w:val="0"/>
  </w:num>
  <w:num w:numId="108">
    <w:abstractNumId w:val="57"/>
  </w:num>
  <w:num w:numId="109">
    <w:abstractNumId w:val="62"/>
  </w:num>
  <w:num w:numId="110">
    <w:abstractNumId w:val="103"/>
  </w:num>
  <w:num w:numId="111">
    <w:abstractNumId w:val="39"/>
  </w:num>
  <w:num w:numId="112">
    <w:abstractNumId w:val="104"/>
  </w:num>
  <w:num w:numId="113">
    <w:abstractNumId w:val="1"/>
  </w:num>
  <w:num w:numId="114">
    <w:abstractNumId w:val="23"/>
  </w:num>
  <w:num w:numId="115">
    <w:abstractNumId w:val="105"/>
  </w:num>
  <w:num w:numId="116">
    <w:abstractNumId w:val="20"/>
  </w:num>
  <w:numIdMacAtCleanup w:val="1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162"/>
    <w:rsid w:val="00016205"/>
    <w:rsid w:val="000A1B2E"/>
    <w:rsid w:val="002041BF"/>
    <w:rsid w:val="002105DC"/>
    <w:rsid w:val="00211405"/>
    <w:rsid w:val="00215162"/>
    <w:rsid w:val="00275D4E"/>
    <w:rsid w:val="002A39BE"/>
    <w:rsid w:val="002A5766"/>
    <w:rsid w:val="002E5F8D"/>
    <w:rsid w:val="00322E5B"/>
    <w:rsid w:val="00403517"/>
    <w:rsid w:val="004B5199"/>
    <w:rsid w:val="004C539F"/>
    <w:rsid w:val="004F0486"/>
    <w:rsid w:val="005A3A74"/>
    <w:rsid w:val="006D0BC9"/>
    <w:rsid w:val="007B02AE"/>
    <w:rsid w:val="007B1E1F"/>
    <w:rsid w:val="007D207B"/>
    <w:rsid w:val="009159DB"/>
    <w:rsid w:val="009A4D93"/>
    <w:rsid w:val="009B1B7A"/>
    <w:rsid w:val="00A11258"/>
    <w:rsid w:val="00AE58AF"/>
    <w:rsid w:val="00AF63D5"/>
    <w:rsid w:val="00BC7FC3"/>
    <w:rsid w:val="00BF120B"/>
    <w:rsid w:val="00CC3E55"/>
    <w:rsid w:val="00D76451"/>
    <w:rsid w:val="00E27EFC"/>
    <w:rsid w:val="00E911D9"/>
    <w:rsid w:val="00F65D3E"/>
    <w:rsid w:val="00F9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20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10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05D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105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05D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85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72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034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7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88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76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2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5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92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07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3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06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10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87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0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732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3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20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1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8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7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85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02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00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00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1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83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11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834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14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97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9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95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9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914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94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03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11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88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6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02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07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975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1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98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92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9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05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44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85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0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953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2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18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2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5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0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04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4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095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20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922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95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046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8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96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11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5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85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72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0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98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1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0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1134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123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77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85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5085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076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5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85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30</Pages>
  <Words>1077</Words>
  <Characters>6145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23</cp:revision>
  <dcterms:created xsi:type="dcterms:W3CDTF">2016-08-23T03:09:00Z</dcterms:created>
  <dcterms:modified xsi:type="dcterms:W3CDTF">2016-09-13T04:04:00Z</dcterms:modified>
</cp:coreProperties>
</file>